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62AF9" w14:textId="77777777" w:rsidR="00FC1ED6" w:rsidRPr="001011E8" w:rsidRDefault="00380B9B" w:rsidP="00C71710">
      <w:pPr>
        <w:pStyle w:val="Cmsor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5E580C" wp14:editId="3B647643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254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151C8" w14:textId="77777777" w:rsidR="006F7BEB" w:rsidRDefault="006F7BEB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 Polgármesterétől</w:t>
                            </w:r>
                          </w:p>
                          <w:p w14:paraId="326B2665" w14:textId="77777777" w:rsidR="006F7BEB" w:rsidRDefault="006F7BEB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53ACC822" w14:textId="77777777" w:rsidR="006F7BEB" w:rsidRDefault="006F7BEB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6869938" w14:textId="77777777" w:rsidR="006F7BEB" w:rsidRDefault="006F7BEB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14B0BD2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B5569C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6C773E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B6F7E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2514AB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3ACE4C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AD0FE5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EBACA0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EE4D6F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C16AD1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CFA7D5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0A7E28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3AA200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09C3F6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5384F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C60ADDD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3FAF02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DB94D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EE97D9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E846F1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9A584D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DE6FA2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116E11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5C6EB8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B476E2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E5946D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1FEEE2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02745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5359C9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4C56A81" w14:textId="77777777" w:rsidR="006F7BEB" w:rsidRPr="005B18C0" w:rsidRDefault="006F7BEB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5E580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" filled="f" stroked="f">
                <v:textbox>
                  <w:txbxContent>
                    <w:p w14:paraId="2BC151C8" w14:textId="77777777" w:rsidR="006F7BEB" w:rsidRDefault="006F7BEB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 Polgármesterétől</w:t>
                      </w:r>
                    </w:p>
                    <w:p w14:paraId="326B2665" w14:textId="77777777" w:rsidR="006F7BEB" w:rsidRDefault="006F7BEB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53ACC822" w14:textId="77777777" w:rsidR="006F7BEB" w:rsidRDefault="006F7BEB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6869938" w14:textId="77777777" w:rsidR="006F7BEB" w:rsidRDefault="006F7BEB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14B0BD28" w14:textId="77777777" w:rsidR="006F7BEB" w:rsidRDefault="006F7BEB" w:rsidP="00845857">
                      <w:pPr>
                        <w:jc w:val="center"/>
                      </w:pPr>
                    </w:p>
                    <w:p w14:paraId="5B5569C4" w14:textId="77777777" w:rsidR="006F7BEB" w:rsidRDefault="006F7BEB" w:rsidP="00845857">
                      <w:pPr>
                        <w:jc w:val="center"/>
                      </w:pPr>
                    </w:p>
                    <w:p w14:paraId="76C773EB" w14:textId="77777777" w:rsidR="006F7BEB" w:rsidRDefault="006F7BEB" w:rsidP="00845857">
                      <w:pPr>
                        <w:jc w:val="center"/>
                      </w:pPr>
                    </w:p>
                    <w:p w14:paraId="5CB6F7E7" w14:textId="77777777" w:rsidR="006F7BEB" w:rsidRDefault="006F7BEB" w:rsidP="00845857">
                      <w:pPr>
                        <w:jc w:val="center"/>
                      </w:pPr>
                    </w:p>
                    <w:p w14:paraId="72514ABB" w14:textId="77777777" w:rsidR="006F7BEB" w:rsidRDefault="006F7BEB" w:rsidP="00845857">
                      <w:pPr>
                        <w:jc w:val="center"/>
                      </w:pPr>
                    </w:p>
                    <w:p w14:paraId="33ACE4C4" w14:textId="77777777" w:rsidR="006F7BEB" w:rsidRDefault="006F7BEB" w:rsidP="00845857">
                      <w:pPr>
                        <w:jc w:val="center"/>
                      </w:pPr>
                    </w:p>
                    <w:p w14:paraId="0AD0FE5C" w14:textId="77777777" w:rsidR="006F7BEB" w:rsidRDefault="006F7BEB" w:rsidP="00845857">
                      <w:pPr>
                        <w:jc w:val="center"/>
                      </w:pPr>
                    </w:p>
                    <w:p w14:paraId="0EBACA05" w14:textId="77777777" w:rsidR="006F7BEB" w:rsidRDefault="006F7BEB" w:rsidP="00845857">
                      <w:pPr>
                        <w:jc w:val="center"/>
                      </w:pPr>
                    </w:p>
                    <w:p w14:paraId="2EE4D6F1" w14:textId="77777777" w:rsidR="006F7BEB" w:rsidRDefault="006F7BEB" w:rsidP="00845857">
                      <w:pPr>
                        <w:jc w:val="center"/>
                      </w:pPr>
                    </w:p>
                    <w:p w14:paraId="1C16AD13" w14:textId="77777777" w:rsidR="006F7BEB" w:rsidRDefault="006F7BEB" w:rsidP="00845857">
                      <w:pPr>
                        <w:jc w:val="center"/>
                      </w:pPr>
                    </w:p>
                    <w:p w14:paraId="2CFA7D5B" w14:textId="77777777" w:rsidR="006F7BEB" w:rsidRDefault="006F7BEB" w:rsidP="00845857">
                      <w:pPr>
                        <w:jc w:val="center"/>
                      </w:pPr>
                    </w:p>
                    <w:p w14:paraId="20A7E287" w14:textId="77777777" w:rsidR="006F7BEB" w:rsidRDefault="006F7BEB" w:rsidP="00845857">
                      <w:pPr>
                        <w:jc w:val="center"/>
                      </w:pPr>
                    </w:p>
                    <w:p w14:paraId="63AA200B" w14:textId="77777777" w:rsidR="006F7BEB" w:rsidRDefault="006F7BEB" w:rsidP="00845857">
                      <w:pPr>
                        <w:jc w:val="center"/>
                      </w:pPr>
                    </w:p>
                    <w:p w14:paraId="109C3F62" w14:textId="77777777" w:rsidR="006F7BEB" w:rsidRDefault="006F7BEB" w:rsidP="00845857">
                      <w:pPr>
                        <w:jc w:val="center"/>
                      </w:pPr>
                    </w:p>
                    <w:p w14:paraId="55384FF8" w14:textId="77777777" w:rsidR="006F7BEB" w:rsidRDefault="006F7BEB" w:rsidP="00845857">
                      <w:pPr>
                        <w:jc w:val="center"/>
                      </w:pPr>
                    </w:p>
                    <w:p w14:paraId="6C60ADDD" w14:textId="77777777" w:rsidR="006F7BEB" w:rsidRDefault="006F7BEB" w:rsidP="00845857">
                      <w:pPr>
                        <w:jc w:val="center"/>
                      </w:pPr>
                    </w:p>
                    <w:p w14:paraId="53FAF025" w14:textId="77777777" w:rsidR="006F7BEB" w:rsidRDefault="006F7BEB" w:rsidP="00845857">
                      <w:pPr>
                        <w:jc w:val="center"/>
                      </w:pPr>
                    </w:p>
                    <w:p w14:paraId="5CDB94D4" w14:textId="77777777" w:rsidR="006F7BEB" w:rsidRDefault="006F7BEB" w:rsidP="00845857">
                      <w:pPr>
                        <w:jc w:val="center"/>
                      </w:pPr>
                    </w:p>
                    <w:p w14:paraId="6EE97D9A" w14:textId="77777777" w:rsidR="006F7BEB" w:rsidRDefault="006F7BEB" w:rsidP="00845857">
                      <w:pPr>
                        <w:jc w:val="center"/>
                      </w:pPr>
                    </w:p>
                    <w:p w14:paraId="0E846F10" w14:textId="77777777" w:rsidR="006F7BEB" w:rsidRDefault="006F7BEB" w:rsidP="00845857">
                      <w:pPr>
                        <w:jc w:val="center"/>
                      </w:pPr>
                    </w:p>
                    <w:p w14:paraId="09A584DE" w14:textId="77777777" w:rsidR="006F7BEB" w:rsidRDefault="006F7BEB" w:rsidP="00845857">
                      <w:pPr>
                        <w:jc w:val="center"/>
                      </w:pPr>
                    </w:p>
                    <w:p w14:paraId="2DE6FA23" w14:textId="77777777" w:rsidR="006F7BEB" w:rsidRDefault="006F7BEB" w:rsidP="00845857">
                      <w:pPr>
                        <w:jc w:val="center"/>
                      </w:pPr>
                    </w:p>
                    <w:p w14:paraId="1116E11E" w14:textId="77777777" w:rsidR="006F7BEB" w:rsidRDefault="006F7BEB" w:rsidP="00845857">
                      <w:pPr>
                        <w:jc w:val="center"/>
                      </w:pPr>
                    </w:p>
                    <w:p w14:paraId="35C6EB8E" w14:textId="77777777" w:rsidR="006F7BEB" w:rsidRDefault="006F7BEB" w:rsidP="00845857">
                      <w:pPr>
                        <w:jc w:val="center"/>
                      </w:pPr>
                    </w:p>
                    <w:p w14:paraId="2B476E25" w14:textId="77777777" w:rsidR="006F7BEB" w:rsidRDefault="006F7BEB" w:rsidP="00845857">
                      <w:pPr>
                        <w:jc w:val="center"/>
                      </w:pPr>
                    </w:p>
                    <w:p w14:paraId="6E5946D3" w14:textId="77777777" w:rsidR="006F7BEB" w:rsidRDefault="006F7BEB" w:rsidP="00845857">
                      <w:pPr>
                        <w:jc w:val="center"/>
                      </w:pPr>
                    </w:p>
                    <w:p w14:paraId="71FEEE22" w14:textId="77777777" w:rsidR="006F7BEB" w:rsidRDefault="006F7BEB" w:rsidP="00845857">
                      <w:pPr>
                        <w:jc w:val="center"/>
                      </w:pPr>
                    </w:p>
                    <w:p w14:paraId="5C027454" w14:textId="77777777" w:rsidR="006F7BEB" w:rsidRDefault="006F7BEB" w:rsidP="00845857">
                      <w:pPr>
                        <w:jc w:val="center"/>
                      </w:pPr>
                    </w:p>
                    <w:p w14:paraId="65359C98" w14:textId="77777777" w:rsidR="006F7BEB" w:rsidRDefault="006F7BEB" w:rsidP="00845857">
                      <w:pPr>
                        <w:jc w:val="center"/>
                      </w:pPr>
                    </w:p>
                    <w:p w14:paraId="54C56A81" w14:textId="77777777" w:rsidR="006F7BEB" w:rsidRPr="005B18C0" w:rsidRDefault="006F7BEB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2754" w:rsidRPr="001011E8">
        <w:t xml:space="preserve"> </w:t>
      </w:r>
    </w:p>
    <w:p w14:paraId="4A5B5C69" w14:textId="77777777" w:rsidR="00A86A5A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19C122" wp14:editId="2F12F232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BAFAF" w14:textId="77777777" w:rsidR="006F7BEB" w:rsidRDefault="00380B9B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CA0620" wp14:editId="3159BB7D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9C122" id="Text Box 10" o:spid="_x0000_s1027" type="#_x0000_t202" style="position:absolute;margin-left:-36pt;margin-top:-45pt;width:98.55pt;height:73.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" filled="f" stroked="f">
                <v:textbox style="mso-fit-shape-to-text:t">
                  <w:txbxContent>
                    <w:p w14:paraId="21EBAFAF" w14:textId="77777777" w:rsidR="006F7BEB" w:rsidRDefault="00380B9B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CA0620" wp14:editId="3159BB7D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DF50CB3" w14:textId="77777777" w:rsidR="00A86A5A" w:rsidRPr="001011E8" w:rsidRDefault="00A86A5A" w:rsidP="0049015D">
      <w:pPr>
        <w:rPr>
          <w:sz w:val="22"/>
          <w:szCs w:val="22"/>
        </w:rPr>
      </w:pPr>
    </w:p>
    <w:p w14:paraId="2CF4FFBA" w14:textId="77777777" w:rsidR="00A86A5A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E22E87" wp14:editId="741F93A8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257800" cy="0"/>
                <wp:effectExtent l="6985" t="12700" r="12065" b="63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7DA55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p w14:paraId="4E034E19" w14:textId="77777777" w:rsidR="00380B9B" w:rsidRDefault="00380B9B" w:rsidP="005C1128">
      <w:pPr>
        <w:tabs>
          <w:tab w:val="left" w:pos="5529"/>
        </w:tabs>
        <w:rPr>
          <w:b/>
          <w:sz w:val="22"/>
          <w:szCs w:val="22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4"/>
        <w:gridCol w:w="4298"/>
      </w:tblGrid>
      <w:tr w:rsidR="00380B9B" w14:paraId="220FBD74" w14:textId="77777777" w:rsidTr="00BF68B4">
        <w:trPr>
          <w:trHeight w:val="1572"/>
        </w:trPr>
        <w:tc>
          <w:tcPr>
            <w:tcW w:w="5211" w:type="dxa"/>
          </w:tcPr>
          <w:p w14:paraId="6FD7F284" w14:textId="6CD1AA3B" w:rsidR="00380B9B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="00AB789F">
              <w:rPr>
                <w:sz w:val="22"/>
                <w:szCs w:val="22"/>
              </w:rPr>
              <w:t xml:space="preserve">            /202</w:t>
            </w:r>
            <w:r w:rsidR="007C3EF5">
              <w:rPr>
                <w:sz w:val="22"/>
                <w:szCs w:val="22"/>
              </w:rPr>
              <w:t>6</w:t>
            </w:r>
            <w:r w:rsidRPr="009343D0">
              <w:rPr>
                <w:sz w:val="22"/>
                <w:szCs w:val="22"/>
              </w:rPr>
              <w:t xml:space="preserve">. </w:t>
            </w:r>
          </w:p>
          <w:p w14:paraId="4A7F9F33" w14:textId="77777777" w:rsidR="00380B9B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</w:p>
          <w:p w14:paraId="1D0B3B13" w14:textId="77777777" w:rsidR="00380B9B" w:rsidRPr="009343D0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52E60FAF" w14:textId="77777777" w:rsidR="00380B9B" w:rsidRPr="009343D0" w:rsidRDefault="00380B9B" w:rsidP="00380B9B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Mótyán</w:t>
            </w:r>
            <w:proofErr w:type="spellEnd"/>
            <w:r>
              <w:rPr>
                <w:sz w:val="22"/>
                <w:szCs w:val="22"/>
              </w:rPr>
              <w:t xml:space="preserve"> Krisztián ügyvezető</w:t>
            </w:r>
          </w:p>
          <w:p w14:paraId="5C0CB3B0" w14:textId="77777777" w:rsidR="00380B9B" w:rsidRDefault="00380B9B" w:rsidP="00380B9B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  <w:p w14:paraId="1081D224" w14:textId="77777777" w:rsidR="00E91A3B" w:rsidRDefault="00E91A3B" w:rsidP="00E91A3B">
            <w:pPr>
              <w:jc w:val="right"/>
              <w:rPr>
                <w:sz w:val="22"/>
                <w:szCs w:val="22"/>
              </w:rPr>
            </w:pPr>
          </w:p>
          <w:p w14:paraId="5EF486DC" w14:textId="39AF2DEE" w:rsidR="00E91A3B" w:rsidRPr="00E91A3B" w:rsidRDefault="00E91A3B" w:rsidP="00E91A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341" w:type="dxa"/>
          </w:tcPr>
          <w:p w14:paraId="65E6A167" w14:textId="3E25164F" w:rsidR="00380B9B" w:rsidRDefault="00380B9B" w:rsidP="00CA42AD">
            <w:pPr>
              <w:tabs>
                <w:tab w:val="left" w:pos="5529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r w:rsidR="00AB789F">
              <w:rPr>
                <w:sz w:val="22"/>
                <w:szCs w:val="22"/>
              </w:rPr>
              <w:t>202</w:t>
            </w:r>
            <w:r w:rsidR="007C3EF5">
              <w:rPr>
                <w:sz w:val="22"/>
                <w:szCs w:val="22"/>
              </w:rPr>
              <w:t>6</w:t>
            </w:r>
            <w:r w:rsidR="00CA42AD">
              <w:rPr>
                <w:sz w:val="22"/>
                <w:szCs w:val="22"/>
              </w:rPr>
              <w:t xml:space="preserve">. évre </w:t>
            </w:r>
            <w:r w:rsidR="000B7B1B">
              <w:rPr>
                <w:sz w:val="22"/>
                <w:szCs w:val="22"/>
              </w:rPr>
              <w:t xml:space="preserve">vonatkozó mezőgazdasági </w:t>
            </w:r>
            <w:proofErr w:type="spellStart"/>
            <w:r w:rsidR="000B7B1B">
              <w:rPr>
                <w:sz w:val="22"/>
                <w:szCs w:val="22"/>
              </w:rPr>
              <w:t>hasznosí</w:t>
            </w:r>
            <w:r w:rsidR="00CA42AD">
              <w:rPr>
                <w:sz w:val="22"/>
                <w:szCs w:val="22"/>
              </w:rPr>
              <w:t>tású</w:t>
            </w:r>
            <w:proofErr w:type="spellEnd"/>
            <w:r w:rsidR="00CA42AD">
              <w:rPr>
                <w:sz w:val="22"/>
                <w:szCs w:val="22"/>
              </w:rPr>
              <w:t xml:space="preserve"> területek és más megnevezésű beépítetlen területek bérleti-, haszonbérleti díjának megállapítása </w:t>
            </w:r>
          </w:p>
          <w:p w14:paraId="04EA1E67" w14:textId="77777777" w:rsidR="00B73557" w:rsidRDefault="00380B9B" w:rsidP="00BD5172">
            <w:pPr>
              <w:tabs>
                <w:tab w:val="left" w:pos="5529"/>
              </w:tabs>
              <w:rPr>
                <w:sz w:val="22"/>
                <w:szCs w:val="22"/>
              </w:rPr>
            </w:pPr>
            <w:r w:rsidRPr="00A30D38">
              <w:rPr>
                <w:b/>
                <w:sz w:val="22"/>
                <w:szCs w:val="22"/>
                <w:u w:val="single"/>
              </w:rPr>
              <w:t>Melléklet:</w:t>
            </w:r>
            <w:r w:rsidR="00C134D5" w:rsidRPr="00C134D5">
              <w:rPr>
                <w:sz w:val="22"/>
                <w:szCs w:val="22"/>
              </w:rPr>
              <w:t xml:space="preserve"> </w:t>
            </w:r>
            <w:r w:rsidR="005200F5">
              <w:rPr>
                <w:sz w:val="22"/>
                <w:szCs w:val="22"/>
              </w:rPr>
              <w:t>59</w:t>
            </w:r>
            <w:r w:rsidR="00B73557">
              <w:rPr>
                <w:sz w:val="22"/>
                <w:szCs w:val="22"/>
              </w:rPr>
              <w:t>/202</w:t>
            </w:r>
            <w:r w:rsidR="005200F5">
              <w:rPr>
                <w:sz w:val="22"/>
                <w:szCs w:val="22"/>
              </w:rPr>
              <w:t>3</w:t>
            </w:r>
            <w:r w:rsidR="00B73557">
              <w:rPr>
                <w:sz w:val="22"/>
                <w:szCs w:val="22"/>
              </w:rPr>
              <w:t>.(I</w:t>
            </w:r>
            <w:r w:rsidR="005200F5">
              <w:rPr>
                <w:sz w:val="22"/>
                <w:szCs w:val="22"/>
              </w:rPr>
              <w:t>I.15</w:t>
            </w:r>
            <w:r w:rsidR="00B73557">
              <w:rPr>
                <w:sz w:val="22"/>
                <w:szCs w:val="22"/>
              </w:rPr>
              <w:t>.)</w:t>
            </w:r>
            <w:r w:rsidR="00BD5172">
              <w:rPr>
                <w:sz w:val="22"/>
                <w:szCs w:val="22"/>
              </w:rPr>
              <w:t xml:space="preserve"> </w:t>
            </w:r>
            <w:proofErr w:type="spellStart"/>
            <w:r w:rsidR="00B73557">
              <w:rPr>
                <w:sz w:val="22"/>
                <w:szCs w:val="22"/>
              </w:rPr>
              <w:t>Ök</w:t>
            </w:r>
            <w:proofErr w:type="spellEnd"/>
            <w:r w:rsidR="00B041FE">
              <w:rPr>
                <w:sz w:val="22"/>
                <w:szCs w:val="22"/>
              </w:rPr>
              <w:t>.</w:t>
            </w:r>
            <w:r w:rsidR="00B73557">
              <w:rPr>
                <w:sz w:val="22"/>
                <w:szCs w:val="22"/>
              </w:rPr>
              <w:t xml:space="preserve"> határozat</w:t>
            </w:r>
          </w:p>
          <w:p w14:paraId="2043C4C5" w14:textId="77777777" w:rsidR="00D37242" w:rsidRDefault="00D37242" w:rsidP="00D37242">
            <w:pPr>
              <w:tabs>
                <w:tab w:val="left" w:pos="10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B14AD9" w:rsidRPr="00B14AD9">
              <w:rPr>
                <w:sz w:val="22"/>
                <w:szCs w:val="22"/>
              </w:rPr>
              <w:t>62</w:t>
            </w:r>
            <w:r w:rsidRPr="00B14AD9">
              <w:rPr>
                <w:sz w:val="22"/>
                <w:szCs w:val="22"/>
              </w:rPr>
              <w:t>/2024.(II.15.)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Ök</w:t>
            </w:r>
            <w:proofErr w:type="spellEnd"/>
            <w:r>
              <w:rPr>
                <w:sz w:val="22"/>
                <w:szCs w:val="22"/>
              </w:rPr>
              <w:t>. határozat</w:t>
            </w:r>
          </w:p>
          <w:p w14:paraId="0F1E8CE4" w14:textId="72F105CF" w:rsidR="007C3EF5" w:rsidRPr="00D37242" w:rsidRDefault="007C3EF5" w:rsidP="00D37242">
            <w:pPr>
              <w:tabs>
                <w:tab w:val="left" w:pos="10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75</w:t>
            </w:r>
            <w:r w:rsidRPr="00B14AD9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5</w:t>
            </w:r>
            <w:r w:rsidRPr="00B14AD9">
              <w:rPr>
                <w:sz w:val="22"/>
                <w:szCs w:val="22"/>
              </w:rPr>
              <w:t>.(II.1</w:t>
            </w:r>
            <w:r>
              <w:rPr>
                <w:sz w:val="22"/>
                <w:szCs w:val="22"/>
              </w:rPr>
              <w:t>3</w:t>
            </w:r>
            <w:r w:rsidRPr="00B14AD9">
              <w:rPr>
                <w:sz w:val="22"/>
                <w:szCs w:val="22"/>
              </w:rPr>
              <w:t>.)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Ök</w:t>
            </w:r>
            <w:proofErr w:type="spellEnd"/>
            <w:r>
              <w:rPr>
                <w:sz w:val="22"/>
                <w:szCs w:val="22"/>
              </w:rPr>
              <w:t>. határozat</w:t>
            </w:r>
          </w:p>
        </w:tc>
      </w:tr>
    </w:tbl>
    <w:p w14:paraId="3BC67831" w14:textId="77777777" w:rsidR="004B49A2" w:rsidRDefault="004B49A2" w:rsidP="0049015D">
      <w:pPr>
        <w:jc w:val="center"/>
        <w:rPr>
          <w:b/>
        </w:rPr>
      </w:pPr>
    </w:p>
    <w:p w14:paraId="6E52C891" w14:textId="77777777" w:rsidR="004B49A2" w:rsidRDefault="004B49A2" w:rsidP="0049015D">
      <w:pPr>
        <w:jc w:val="center"/>
        <w:rPr>
          <w:b/>
        </w:rPr>
      </w:pPr>
    </w:p>
    <w:p w14:paraId="10B65E98" w14:textId="77777777" w:rsidR="004B49A2" w:rsidRDefault="004B49A2" w:rsidP="0049015D">
      <w:pPr>
        <w:jc w:val="center"/>
        <w:rPr>
          <w:b/>
        </w:rPr>
      </w:pPr>
    </w:p>
    <w:p w14:paraId="4E78C986" w14:textId="78E55337" w:rsidR="00A86A5A" w:rsidRPr="006B78BC" w:rsidRDefault="00A86A5A" w:rsidP="0049015D">
      <w:pPr>
        <w:jc w:val="center"/>
        <w:rPr>
          <w:b/>
        </w:rPr>
      </w:pPr>
      <w:r w:rsidRPr="006B78BC">
        <w:rPr>
          <w:b/>
        </w:rPr>
        <w:t>ELŐTERJESZTÉS</w:t>
      </w:r>
    </w:p>
    <w:p w14:paraId="0AD7F7A5" w14:textId="4CCEB653" w:rsidR="00A86A5A" w:rsidRPr="006B78BC" w:rsidRDefault="00F7388D" w:rsidP="0049015D">
      <w:pPr>
        <w:jc w:val="center"/>
      </w:pPr>
      <w:r w:rsidRPr="006B78BC">
        <w:t xml:space="preserve">A </w:t>
      </w:r>
      <w:r w:rsidR="002A7AF3" w:rsidRPr="006B78BC">
        <w:t>Képviselő-testület</w:t>
      </w:r>
      <w:r w:rsidR="00BD5172" w:rsidRPr="006B78BC">
        <w:t xml:space="preserve"> 202</w:t>
      </w:r>
      <w:r w:rsidR="007C3EF5">
        <w:t>6</w:t>
      </w:r>
      <w:r w:rsidR="00881AE1" w:rsidRPr="006B78BC">
        <w:t>.</w:t>
      </w:r>
      <w:r w:rsidR="00BD5172" w:rsidRPr="006B78BC">
        <w:t xml:space="preserve"> </w:t>
      </w:r>
      <w:r w:rsidR="007C3EF5">
        <w:t>január 22</w:t>
      </w:r>
      <w:r w:rsidR="00BD5172" w:rsidRPr="006B78BC">
        <w:t>-</w:t>
      </w:r>
      <w:r w:rsidR="00871D21" w:rsidRPr="006B78BC">
        <w:t>i</w:t>
      </w:r>
      <w:r w:rsidR="00A86A5A" w:rsidRPr="006B78BC">
        <w:t xml:space="preserve"> ülésére</w:t>
      </w:r>
    </w:p>
    <w:p w14:paraId="1A441FE1" w14:textId="34A707E5" w:rsidR="00BD5172" w:rsidRDefault="00BD5172" w:rsidP="0049015D">
      <w:pPr>
        <w:jc w:val="center"/>
        <w:rPr>
          <w:b/>
        </w:rPr>
      </w:pPr>
    </w:p>
    <w:p w14:paraId="4287B149" w14:textId="77777777" w:rsidR="00985A9C" w:rsidRPr="006B78BC" w:rsidRDefault="00985A9C" w:rsidP="0049015D">
      <w:pPr>
        <w:jc w:val="center"/>
        <w:rPr>
          <w:b/>
        </w:rPr>
      </w:pPr>
      <w:r w:rsidRPr="006B78BC">
        <w:rPr>
          <w:b/>
        </w:rPr>
        <w:t xml:space="preserve">Tisztelt </w:t>
      </w:r>
      <w:r w:rsidR="002A7AF3" w:rsidRPr="006B78BC">
        <w:rPr>
          <w:b/>
        </w:rPr>
        <w:t>Képviselő-testület</w:t>
      </w:r>
      <w:r w:rsidRPr="006B78BC">
        <w:rPr>
          <w:b/>
        </w:rPr>
        <w:t>!</w:t>
      </w:r>
    </w:p>
    <w:p w14:paraId="6AA92059" w14:textId="77777777" w:rsidR="00FD46CE" w:rsidRPr="006B78BC" w:rsidRDefault="00FD46CE" w:rsidP="0049015D">
      <w:pPr>
        <w:jc w:val="center"/>
        <w:rPr>
          <w:b/>
        </w:rPr>
      </w:pPr>
    </w:p>
    <w:p w14:paraId="754AE692" w14:textId="77777777" w:rsidR="0021316F" w:rsidRPr="001E0EC1" w:rsidRDefault="00771D32" w:rsidP="0049015D">
      <w:pPr>
        <w:jc w:val="both"/>
      </w:pPr>
      <w:r w:rsidRPr="001E0EC1">
        <w:t>Cegléd Város Önkormányzat</w:t>
      </w:r>
      <w:r w:rsidR="00324A04" w:rsidRPr="001E0EC1">
        <w:t>ának</w:t>
      </w:r>
      <w:r w:rsidRPr="001E0EC1">
        <w:t xml:space="preserve"> a vagyongazdálkodásról szóló 1/2018.(1.31.) rendelet</w:t>
      </w:r>
      <w:r w:rsidR="00324A04" w:rsidRPr="001E0EC1">
        <w:t>e</w:t>
      </w:r>
      <w:r w:rsidR="0038520E" w:rsidRPr="001E0EC1">
        <w:t xml:space="preserve"> 16.</w:t>
      </w:r>
      <w:r w:rsidR="00BD5172" w:rsidRPr="001E0EC1">
        <w:t xml:space="preserve">/A </w:t>
      </w:r>
      <w:r w:rsidR="0038520E" w:rsidRPr="001E0EC1">
        <w:t xml:space="preserve">§ alapján a hasznosításra váró </w:t>
      </w:r>
      <w:r w:rsidR="00D00DC8" w:rsidRPr="001E0EC1">
        <w:t xml:space="preserve">üzleti </w:t>
      </w:r>
      <w:r w:rsidR="0038520E" w:rsidRPr="001E0EC1">
        <w:t>vagyonkör</w:t>
      </w:r>
      <w:r w:rsidR="00D00DC8" w:rsidRPr="001E0EC1">
        <w:t>be tartozó ingatlanok</w:t>
      </w:r>
      <w:r w:rsidR="0038520E" w:rsidRPr="001E0EC1">
        <w:t xml:space="preserve"> következő évre é</w:t>
      </w:r>
      <w:r w:rsidR="00BF68B4" w:rsidRPr="001E0EC1">
        <w:t>rvényes legalacsonyabb bérleti-</w:t>
      </w:r>
      <w:r w:rsidR="0038520E" w:rsidRPr="001E0EC1">
        <w:t xml:space="preserve"> </w:t>
      </w:r>
      <w:r w:rsidR="00324A04" w:rsidRPr="001E0EC1">
        <w:t xml:space="preserve">és </w:t>
      </w:r>
      <w:r w:rsidR="0038520E" w:rsidRPr="001E0EC1">
        <w:t>haszonbérleti díját a Képviselő-testület állapítja meg</w:t>
      </w:r>
      <w:r w:rsidR="00D00DC8" w:rsidRPr="001E0EC1">
        <w:t>,</w:t>
      </w:r>
      <w:r w:rsidR="0038520E" w:rsidRPr="001E0EC1">
        <w:t xml:space="preserve"> a VÁRVAG Nonprofit Kft. javaslatára.</w:t>
      </w:r>
    </w:p>
    <w:p w14:paraId="15AA383D" w14:textId="77777777" w:rsidR="00935904" w:rsidRDefault="00935904" w:rsidP="00E91A3B">
      <w:pPr>
        <w:jc w:val="both"/>
      </w:pPr>
    </w:p>
    <w:p w14:paraId="44E958D6" w14:textId="3C210DD2" w:rsidR="00E91A3B" w:rsidRPr="001E0EC1" w:rsidRDefault="00362A18" w:rsidP="00E91A3B">
      <w:pPr>
        <w:jc w:val="both"/>
      </w:pPr>
      <w:r w:rsidRPr="001E0EC1">
        <w:t>T</w:t>
      </w:r>
      <w:r w:rsidR="00DF3115" w:rsidRPr="001E0EC1">
        <w:t>ájékoztatom</w:t>
      </w:r>
      <w:r w:rsidR="008E0FCE" w:rsidRPr="001E0EC1">
        <w:t xml:space="preserve"> Tisztelt Képviselő-t</w:t>
      </w:r>
      <w:r w:rsidRPr="001E0EC1">
        <w:t xml:space="preserve">estületet, hogy </w:t>
      </w:r>
      <w:r w:rsidR="00BF68B4" w:rsidRPr="001E0EC1">
        <w:t>a földhaszonbérleti díjak mérték</w:t>
      </w:r>
      <w:r w:rsidR="00935904">
        <w:t>e</w:t>
      </w:r>
      <w:r w:rsidR="00BF68B4" w:rsidRPr="001E0EC1">
        <w:t xml:space="preserve"> utoljára 202</w:t>
      </w:r>
      <w:r w:rsidR="005200F5" w:rsidRPr="001E0EC1">
        <w:t>3</w:t>
      </w:r>
      <w:r w:rsidR="00BF68B4" w:rsidRPr="001E0EC1">
        <w:t>. évben a</w:t>
      </w:r>
      <w:r w:rsidR="00E855CC" w:rsidRPr="001E0EC1">
        <w:t xml:space="preserve"> mellékelt,</w:t>
      </w:r>
      <w:r w:rsidR="005200F5" w:rsidRPr="001E0EC1">
        <w:t xml:space="preserve"> 59/2023.(II.15.)</w:t>
      </w:r>
      <w:r w:rsidR="007C3EF5">
        <w:rPr>
          <w:sz w:val="22"/>
          <w:szCs w:val="22"/>
        </w:rPr>
        <w:t xml:space="preserve"> </w:t>
      </w:r>
      <w:proofErr w:type="spellStart"/>
      <w:r w:rsidR="00BF68B4" w:rsidRPr="001E0EC1">
        <w:t>Ök</w:t>
      </w:r>
      <w:proofErr w:type="spellEnd"/>
      <w:r w:rsidR="00B041FE" w:rsidRPr="001E0EC1">
        <w:t>.</w:t>
      </w:r>
      <w:r w:rsidR="00BF68B4" w:rsidRPr="001E0EC1">
        <w:t xml:space="preserve"> határozattal </w:t>
      </w:r>
      <w:r w:rsidR="00935904" w:rsidRPr="001E0EC1">
        <w:t>került emelésre</w:t>
      </w:r>
      <w:r w:rsidR="00961FB3" w:rsidRPr="001E0EC1">
        <w:t>.</w:t>
      </w:r>
      <w:r w:rsidR="00B1129B">
        <w:t xml:space="preserve"> </w:t>
      </w:r>
      <w:r w:rsidR="00D37242" w:rsidRPr="001E0EC1">
        <w:t>A</w:t>
      </w:r>
      <w:r w:rsidR="00935904">
        <w:t xml:space="preserve"> szintén</w:t>
      </w:r>
      <w:r w:rsidR="00D37242" w:rsidRPr="001E0EC1">
        <w:t xml:space="preserve"> mellékelt, </w:t>
      </w:r>
      <w:r w:rsidR="0029065A" w:rsidRPr="0029065A">
        <w:t>62/2024.(II.15.)</w:t>
      </w:r>
      <w:r w:rsidR="0029065A">
        <w:rPr>
          <w:sz w:val="22"/>
          <w:szCs w:val="22"/>
        </w:rPr>
        <w:t xml:space="preserve"> </w:t>
      </w:r>
      <w:r w:rsidR="0029065A">
        <w:t>és a</w:t>
      </w:r>
      <w:r w:rsidR="0029065A" w:rsidRPr="007C3EF5">
        <w:t xml:space="preserve"> </w:t>
      </w:r>
      <w:r w:rsidR="007C3EF5" w:rsidRPr="007C3EF5">
        <w:t>75/2025.(II.13.)</w:t>
      </w:r>
      <w:r w:rsidR="007C3EF5">
        <w:rPr>
          <w:sz w:val="22"/>
          <w:szCs w:val="22"/>
        </w:rPr>
        <w:t xml:space="preserve"> </w:t>
      </w:r>
      <w:proofErr w:type="spellStart"/>
      <w:r w:rsidR="00D37242" w:rsidRPr="001E0EC1">
        <w:t>Ök</w:t>
      </w:r>
      <w:proofErr w:type="spellEnd"/>
      <w:r w:rsidR="00D37242" w:rsidRPr="001E0EC1">
        <w:t xml:space="preserve">. határozat </w:t>
      </w:r>
      <w:r w:rsidR="00D3098F" w:rsidRPr="001E0EC1">
        <w:t>a minimális bérleti díjat változatlanul hagyta</w:t>
      </w:r>
      <w:r w:rsidR="00D37242" w:rsidRPr="001E0EC1">
        <w:t xml:space="preserve">. </w:t>
      </w:r>
    </w:p>
    <w:p w14:paraId="0412AC94" w14:textId="77777777" w:rsidR="001E0EC1" w:rsidRDefault="001E0EC1" w:rsidP="00E91A3B">
      <w:pPr>
        <w:jc w:val="both"/>
      </w:pPr>
    </w:p>
    <w:p w14:paraId="41549F9B" w14:textId="2BDB1FCE" w:rsidR="00E91A3B" w:rsidRPr="001E0EC1" w:rsidRDefault="00E91A3B" w:rsidP="00E91A3B">
      <w:pPr>
        <w:jc w:val="both"/>
      </w:pPr>
      <w:r w:rsidRPr="001E0EC1">
        <w:t xml:space="preserve">A </w:t>
      </w:r>
      <w:r w:rsidR="00A831AE" w:rsidRPr="001E0EC1">
        <w:t>jelenlegi</w:t>
      </w:r>
      <w:r w:rsidRPr="001E0EC1">
        <w:t xml:space="preserve"> mezőgazdasági, gazdasági helyzetre való tekintettel a korábban megállapított bérleti-, haszonbérleti díjakat a 202</w:t>
      </w:r>
      <w:r w:rsidR="0029065A">
        <w:t>6</w:t>
      </w:r>
      <w:r w:rsidRPr="001E0EC1">
        <w:t xml:space="preserve">. évre vonatkozóan </w:t>
      </w:r>
      <w:r w:rsidR="0091492B" w:rsidRPr="00C71710">
        <w:t>10 %-kal</w:t>
      </w:r>
      <w:r w:rsidR="0091492B">
        <w:t xml:space="preserve"> </w:t>
      </w:r>
      <w:r w:rsidRPr="001E0EC1">
        <w:t>javaslom emelni</w:t>
      </w:r>
      <w:r w:rsidR="001E0EC1">
        <w:t>, annak érdekében, hogy a területek</w:t>
      </w:r>
      <w:r w:rsidR="00C71710">
        <w:t xml:space="preserve">ből </w:t>
      </w:r>
      <w:r w:rsidR="00935904">
        <w:t xml:space="preserve">az Önkormányzat </w:t>
      </w:r>
      <w:r w:rsidR="00C71710">
        <w:t xml:space="preserve">a piaci helyzethez igazodóan bevételre tegyen szert. </w:t>
      </w:r>
      <w:r w:rsidR="001E0EC1">
        <w:t xml:space="preserve"> </w:t>
      </w:r>
    </w:p>
    <w:p w14:paraId="0FEFC92A" w14:textId="77777777" w:rsidR="00596EEC" w:rsidRDefault="00596EEC" w:rsidP="00596EEC">
      <w:pPr>
        <w:jc w:val="both"/>
      </w:pPr>
    </w:p>
    <w:p w14:paraId="7044AFCC" w14:textId="243D501B" w:rsidR="00596EEC" w:rsidRPr="00C71710" w:rsidRDefault="00596EEC" w:rsidP="00596EEC">
      <w:pPr>
        <w:jc w:val="both"/>
      </w:pPr>
      <w:r w:rsidRPr="00C71710">
        <w:t>Javaslom</w:t>
      </w:r>
      <w:r w:rsidR="00935904">
        <w:t>, hogy</w:t>
      </w:r>
      <w:r w:rsidRPr="00C71710">
        <w:t xml:space="preserve"> a külterületen lévő mezőgazdasági </w:t>
      </w:r>
      <w:proofErr w:type="spellStart"/>
      <w:r w:rsidRPr="00C71710">
        <w:t>hasznosítású</w:t>
      </w:r>
      <w:proofErr w:type="spellEnd"/>
      <w:r w:rsidRPr="00C71710">
        <w:t xml:space="preserve"> ingatlanok minimális haszonbérleti díj</w:t>
      </w:r>
      <w:r w:rsidR="00935904">
        <w:t>a</w:t>
      </w:r>
      <w:r w:rsidRPr="00C71710">
        <w:t xml:space="preserve"> bruttó </w:t>
      </w:r>
      <w:r w:rsidR="00DA5B77" w:rsidRPr="00DA5B77">
        <w:rPr>
          <w:b/>
          <w:bCs/>
        </w:rPr>
        <w:t>3</w:t>
      </w:r>
      <w:r w:rsidRPr="00DA5B77">
        <w:rPr>
          <w:b/>
          <w:bCs/>
        </w:rPr>
        <w:t>.</w:t>
      </w:r>
      <w:r w:rsidRPr="00DA5B77">
        <w:rPr>
          <w:b/>
        </w:rPr>
        <w:t>000,</w:t>
      </w:r>
      <w:r w:rsidRPr="00DA5B77">
        <w:t>-</w:t>
      </w:r>
      <w:r w:rsidRPr="00DA5B77">
        <w:rPr>
          <w:b/>
        </w:rPr>
        <w:t>Ft-ról 3.</w:t>
      </w:r>
      <w:r w:rsidR="00DA5B77" w:rsidRPr="00DA5B77">
        <w:rPr>
          <w:b/>
        </w:rPr>
        <w:t>3</w:t>
      </w:r>
      <w:r w:rsidRPr="00DA5B77">
        <w:rPr>
          <w:b/>
        </w:rPr>
        <w:t>00,-Ft-ra</w:t>
      </w:r>
      <w:r w:rsidR="000217B3">
        <w:rPr>
          <w:b/>
        </w:rPr>
        <w:t xml:space="preserve"> </w:t>
      </w:r>
      <w:r w:rsidR="000217B3">
        <w:t xml:space="preserve">x </w:t>
      </w:r>
      <w:r w:rsidRPr="00DA5B77">
        <w:t xml:space="preserve">AK/év </w:t>
      </w:r>
      <w:r w:rsidRPr="00C71710">
        <w:t xml:space="preserve">összegben legyen meghatározva, valamint a minimális haszonbérleti díj </w:t>
      </w:r>
      <w:r w:rsidRPr="00DA5B77">
        <w:t xml:space="preserve">bruttó </w:t>
      </w:r>
      <w:r w:rsidR="00DA5B77" w:rsidRPr="00DA5B77">
        <w:rPr>
          <w:b/>
          <w:bCs/>
        </w:rPr>
        <w:t>40</w:t>
      </w:r>
      <w:r w:rsidRPr="00DA5B77">
        <w:rPr>
          <w:b/>
        </w:rPr>
        <w:t>.000,-Ft-ról 4</w:t>
      </w:r>
      <w:r w:rsidR="00DA5B77" w:rsidRPr="00DA5B77">
        <w:rPr>
          <w:b/>
        </w:rPr>
        <w:t>4</w:t>
      </w:r>
      <w:r w:rsidRPr="00DA5B77">
        <w:rPr>
          <w:b/>
        </w:rPr>
        <w:t>.000,-Ft-ra</w:t>
      </w:r>
      <w:r w:rsidRPr="00DA5B77">
        <w:t xml:space="preserve"> </w:t>
      </w:r>
      <w:r w:rsidRPr="00C71710">
        <w:t>/ha/év változzon.</w:t>
      </w:r>
    </w:p>
    <w:p w14:paraId="1619173A" w14:textId="77777777" w:rsidR="00596EEC" w:rsidRPr="00C71710" w:rsidRDefault="00596EEC" w:rsidP="00596EEC">
      <w:pPr>
        <w:jc w:val="both"/>
      </w:pPr>
    </w:p>
    <w:p w14:paraId="5B9CD81F" w14:textId="7521F5DC" w:rsidR="00596EEC" w:rsidRPr="00596EEC" w:rsidRDefault="00596EEC" w:rsidP="00596EEC">
      <w:pPr>
        <w:jc w:val="both"/>
        <w:rPr>
          <w:highlight w:val="yellow"/>
        </w:rPr>
      </w:pPr>
      <w:r w:rsidRPr="00C71710">
        <w:t xml:space="preserve">A belterületen levő mezőgazdasági célra bérbe adott területek minimális haszonbérleti díját célszerű emelni </w:t>
      </w:r>
      <w:r w:rsidR="00DA5B77" w:rsidRPr="00DA5B77">
        <w:rPr>
          <w:b/>
          <w:bCs/>
        </w:rPr>
        <w:t>3</w:t>
      </w:r>
      <w:r w:rsidRPr="00DA5B77">
        <w:rPr>
          <w:b/>
        </w:rPr>
        <w:t>0.000,-Ft-</w:t>
      </w:r>
      <w:r w:rsidRPr="005621AD">
        <w:rPr>
          <w:b/>
        </w:rPr>
        <w:t>ról 3</w:t>
      </w:r>
      <w:r w:rsidR="005621AD" w:rsidRPr="005621AD">
        <w:rPr>
          <w:b/>
        </w:rPr>
        <w:t>3</w:t>
      </w:r>
      <w:r w:rsidRPr="005621AD">
        <w:rPr>
          <w:b/>
        </w:rPr>
        <w:t>.000,-Ft-ra</w:t>
      </w:r>
      <w:r w:rsidRPr="005621AD">
        <w:t xml:space="preserve">/ingatlan/év. </w:t>
      </w:r>
    </w:p>
    <w:p w14:paraId="2B1C051D" w14:textId="77777777" w:rsidR="00596EEC" w:rsidRPr="00596EEC" w:rsidRDefault="00596EEC" w:rsidP="00596EEC">
      <w:pPr>
        <w:jc w:val="both"/>
        <w:rPr>
          <w:highlight w:val="yellow"/>
        </w:rPr>
      </w:pPr>
    </w:p>
    <w:p w14:paraId="6CFCF9EE" w14:textId="6A78E509" w:rsidR="00596EEC" w:rsidRPr="00C71710" w:rsidRDefault="00596EEC" w:rsidP="00596EEC">
      <w:pPr>
        <w:jc w:val="both"/>
      </w:pPr>
      <w:r w:rsidRPr="00DA5B77">
        <w:t>M</w:t>
      </w:r>
      <w:r w:rsidRPr="00C71710">
        <w:t>ás megnevezésű beépítetlen területek minimális bérleti díj</w:t>
      </w:r>
      <w:r w:rsidR="00935904">
        <w:t>a</w:t>
      </w:r>
      <w:r w:rsidRPr="00C71710">
        <w:t xml:space="preserve"> bruttó </w:t>
      </w:r>
      <w:r w:rsidR="00DA5B77">
        <w:rPr>
          <w:b/>
        </w:rPr>
        <w:t>3</w:t>
      </w:r>
      <w:r w:rsidRPr="00DA5B77">
        <w:rPr>
          <w:b/>
        </w:rPr>
        <w:t xml:space="preserve">0.000,-Ft-ról </w:t>
      </w:r>
      <w:r w:rsidRPr="005621AD">
        <w:rPr>
          <w:b/>
        </w:rPr>
        <w:t>3</w:t>
      </w:r>
      <w:r w:rsidR="005621AD" w:rsidRPr="005621AD">
        <w:rPr>
          <w:b/>
        </w:rPr>
        <w:t>3</w:t>
      </w:r>
      <w:r w:rsidRPr="005621AD">
        <w:rPr>
          <w:b/>
        </w:rPr>
        <w:t>.000,-Ft-ra</w:t>
      </w:r>
      <w:r w:rsidRPr="005621AD">
        <w:t xml:space="preserve">/ingatlan/év </w:t>
      </w:r>
      <w:r w:rsidRPr="00C71710">
        <w:t>változzon.</w:t>
      </w:r>
    </w:p>
    <w:p w14:paraId="400D1BD8" w14:textId="77777777" w:rsidR="00596EEC" w:rsidRPr="00596EEC" w:rsidRDefault="00596EEC" w:rsidP="00596EEC">
      <w:pPr>
        <w:jc w:val="both"/>
        <w:rPr>
          <w:highlight w:val="yellow"/>
        </w:rPr>
      </w:pPr>
    </w:p>
    <w:p w14:paraId="51F1F506" w14:textId="3AF7798A" w:rsidR="00596EEC" w:rsidRPr="006B78BC" w:rsidRDefault="00596EEC" w:rsidP="00596EEC">
      <w:pPr>
        <w:jc w:val="both"/>
      </w:pPr>
      <w:r w:rsidRPr="00C71710">
        <w:t>A lakások és helyiség bérletéről szóló rendelet hatálya alá nem tartozó minden egyéb ingatlan bérleti, illetve haszonbérleti díja bruttó</w:t>
      </w:r>
      <w:r w:rsidRPr="00C71710">
        <w:rPr>
          <w:b/>
        </w:rPr>
        <w:t xml:space="preserve"> </w:t>
      </w:r>
      <w:r w:rsidR="00DA5B77" w:rsidRPr="005621AD">
        <w:rPr>
          <w:b/>
        </w:rPr>
        <w:t>100</w:t>
      </w:r>
      <w:r w:rsidRPr="005621AD">
        <w:rPr>
          <w:b/>
        </w:rPr>
        <w:t>,-Ft-ról 1</w:t>
      </w:r>
      <w:r w:rsidR="005621AD" w:rsidRPr="005621AD">
        <w:rPr>
          <w:b/>
        </w:rPr>
        <w:t>1</w:t>
      </w:r>
      <w:r w:rsidRPr="005621AD">
        <w:rPr>
          <w:b/>
        </w:rPr>
        <w:t>0,-Ft-ra</w:t>
      </w:r>
      <w:r w:rsidRPr="005621AD">
        <w:t xml:space="preserve">/m2/év, </w:t>
      </w:r>
      <w:r w:rsidRPr="00C71710">
        <w:t>valamint a minimális bérleti díj</w:t>
      </w:r>
      <w:r w:rsidR="00935904">
        <w:t>a</w:t>
      </w:r>
      <w:r w:rsidRPr="00C71710">
        <w:t xml:space="preserve"> bruttó</w:t>
      </w:r>
      <w:r w:rsidRPr="00DA5B77">
        <w:t xml:space="preserve"> </w:t>
      </w:r>
      <w:r w:rsidR="00DA5B77" w:rsidRPr="00DA5B77">
        <w:rPr>
          <w:b/>
        </w:rPr>
        <w:t>50</w:t>
      </w:r>
      <w:r w:rsidRPr="00DA5B77">
        <w:rPr>
          <w:b/>
        </w:rPr>
        <w:t xml:space="preserve">.000 Ft-ról </w:t>
      </w:r>
      <w:r w:rsidRPr="005621AD">
        <w:rPr>
          <w:b/>
        </w:rPr>
        <w:t>5</w:t>
      </w:r>
      <w:r w:rsidR="005621AD" w:rsidRPr="005621AD">
        <w:rPr>
          <w:b/>
        </w:rPr>
        <w:t>5</w:t>
      </w:r>
      <w:r w:rsidRPr="005621AD">
        <w:rPr>
          <w:b/>
        </w:rPr>
        <w:t>.000 Ft-ra</w:t>
      </w:r>
      <w:r w:rsidRPr="005621AD">
        <w:t>/ingatlan/ év változzon.</w:t>
      </w:r>
    </w:p>
    <w:p w14:paraId="11AE38F6" w14:textId="77777777" w:rsidR="008E0FCE" w:rsidRPr="001E0EC1" w:rsidRDefault="008E0FCE" w:rsidP="00BF68B4">
      <w:pPr>
        <w:jc w:val="both"/>
      </w:pPr>
    </w:p>
    <w:p w14:paraId="03EA0FE9" w14:textId="56A13B43" w:rsidR="0038520E" w:rsidRDefault="0038520E" w:rsidP="0049015D">
      <w:pPr>
        <w:jc w:val="both"/>
      </w:pPr>
      <w:r w:rsidRPr="001E0EC1">
        <w:t>A vagyonrendelet 16.§ (</w:t>
      </w:r>
      <w:r w:rsidR="007D6199" w:rsidRPr="001E0EC1">
        <w:t>8</w:t>
      </w:r>
      <w:r w:rsidRPr="001E0EC1">
        <w:t>)</w:t>
      </w:r>
      <w:r w:rsidR="007D6199" w:rsidRPr="001E0EC1">
        <w:t xml:space="preserve"> bekezdése alapján a szerződések megkötésekor rendelkezni kell arról, hogy a bérleti-, haszonbérleti díj mértéke évente inflációkövető.</w:t>
      </w:r>
    </w:p>
    <w:p w14:paraId="026B4BFD" w14:textId="3B8229A5" w:rsidR="001E0EC1" w:rsidRPr="001E0EC1" w:rsidRDefault="00935904" w:rsidP="0049015D">
      <w:pPr>
        <w:jc w:val="both"/>
      </w:pPr>
      <w:r>
        <w:lastRenderedPageBreak/>
        <w:t>Sajnálatos tény azonban, hogy a</w:t>
      </w:r>
      <w:r w:rsidR="001E0EC1">
        <w:t xml:space="preserve">z inflációval növelt bérleti díj mértéke évről évre egyre jobban megterheli a bérlőket, ennek eredményeként egyre többször kerül sor a szerződések felmondására. </w:t>
      </w:r>
    </w:p>
    <w:p w14:paraId="0730E26D" w14:textId="77777777" w:rsidR="00E91A3B" w:rsidRPr="001E0EC1" w:rsidRDefault="00E91A3B" w:rsidP="0049015D">
      <w:pPr>
        <w:jc w:val="both"/>
      </w:pPr>
    </w:p>
    <w:p w14:paraId="3BD1838E" w14:textId="452C978F" w:rsidR="0029065A" w:rsidRPr="00BA307A" w:rsidRDefault="0029065A" w:rsidP="0029065A">
      <w:pPr>
        <w:jc w:val="both"/>
      </w:pPr>
      <w:r w:rsidRPr="00BA307A">
        <w:t xml:space="preserve">Az előterjesztést a </w:t>
      </w:r>
      <w:r w:rsidRPr="00C71710">
        <w:rPr>
          <w:b/>
          <w:bCs/>
        </w:rPr>
        <w:t>T</w:t>
      </w:r>
      <w:r w:rsidR="00C71710" w:rsidRPr="00C71710">
        <w:rPr>
          <w:b/>
          <w:bCs/>
        </w:rPr>
        <w:t>ulajdonosi</w:t>
      </w:r>
      <w:r w:rsidRPr="00C71710">
        <w:rPr>
          <w:b/>
          <w:bCs/>
        </w:rPr>
        <w:t xml:space="preserve">, </w:t>
      </w:r>
      <w:r w:rsidR="00C71710" w:rsidRPr="00C71710">
        <w:rPr>
          <w:b/>
          <w:bCs/>
        </w:rPr>
        <w:t xml:space="preserve">a </w:t>
      </w:r>
      <w:r w:rsidR="00C71710">
        <w:rPr>
          <w:b/>
          <w:bCs/>
        </w:rPr>
        <w:t>Pénzügyi Ellenőrző</w:t>
      </w:r>
      <w:r>
        <w:t xml:space="preserve"> és a </w:t>
      </w:r>
      <w:r w:rsidRPr="00BA307A">
        <w:rPr>
          <w:b/>
        </w:rPr>
        <w:t>Gazdasági</w:t>
      </w:r>
      <w:r w:rsidRPr="00BA307A">
        <w:t xml:space="preserve"> </w:t>
      </w:r>
      <w:r w:rsidRPr="00BA307A">
        <w:rPr>
          <w:b/>
        </w:rPr>
        <w:t>Bizottság</w:t>
      </w:r>
      <w:r w:rsidRPr="00BA307A">
        <w:t xml:space="preserve"> tárgyalja. A Bizottság</w:t>
      </w:r>
      <w:r>
        <w:t>ok</w:t>
      </w:r>
      <w:r w:rsidRPr="00BA307A">
        <w:t xml:space="preserve"> véleménye a Képviselő-testület ülésén helyben kerül kiosztásra jegyzőkönyvi kivonat formájában.</w:t>
      </w:r>
    </w:p>
    <w:p w14:paraId="537D3DFB" w14:textId="77777777" w:rsidR="00DE5788" w:rsidRPr="001E0EC1" w:rsidRDefault="00DE5788" w:rsidP="00DE5788">
      <w:pPr>
        <w:tabs>
          <w:tab w:val="left" w:pos="851"/>
        </w:tabs>
        <w:spacing w:before="120"/>
        <w:ind w:right="-1"/>
        <w:jc w:val="both"/>
      </w:pPr>
      <w:r w:rsidRPr="001E0EC1">
        <w:t>A döntéshozatal</w:t>
      </w:r>
      <w:r w:rsidRPr="001E0EC1">
        <w:rPr>
          <w:i/>
        </w:rPr>
        <w:t xml:space="preserve"> Magyarország helyi önkormányzatairól szóló 2011. évi CLXXXIX. törvény </w:t>
      </w:r>
      <w:r w:rsidRPr="001E0EC1">
        <w:t>(</w:t>
      </w:r>
      <w:proofErr w:type="spellStart"/>
      <w:r w:rsidRPr="001E0EC1">
        <w:t>Mötv</w:t>
      </w:r>
      <w:proofErr w:type="spellEnd"/>
      <w:r w:rsidRPr="001E0EC1">
        <w:t>.)</w:t>
      </w:r>
      <w:r w:rsidRPr="001E0EC1">
        <w:rPr>
          <w:i/>
        </w:rPr>
        <w:t xml:space="preserve"> </w:t>
      </w:r>
      <w:r w:rsidRPr="001E0EC1">
        <w:t xml:space="preserve">46. § (1) bekezdése alapján, a (2) bekezdésben foglaltakra figyelemmel </w:t>
      </w:r>
      <w:r w:rsidRPr="001E0EC1">
        <w:rPr>
          <w:b/>
        </w:rPr>
        <w:t>nyilvános ülés</w:t>
      </w:r>
      <w:r w:rsidRPr="001E0EC1">
        <w:t xml:space="preserve"> keretében, az </w:t>
      </w:r>
      <w:proofErr w:type="spellStart"/>
      <w:r w:rsidRPr="001E0EC1">
        <w:t>Mötv</w:t>
      </w:r>
      <w:proofErr w:type="spellEnd"/>
      <w:r w:rsidRPr="001E0EC1">
        <w:t xml:space="preserve">. 50. § rendelkezései alapján - figyelemmel a KT. </w:t>
      </w:r>
      <w:proofErr w:type="spellStart"/>
      <w:r w:rsidRPr="001E0EC1">
        <w:t>SzMSz</w:t>
      </w:r>
      <w:proofErr w:type="spellEnd"/>
      <w:r w:rsidRPr="001E0EC1">
        <w:t xml:space="preserve"> 59. §-</w:t>
      </w:r>
      <w:proofErr w:type="spellStart"/>
      <w:r w:rsidRPr="001E0EC1">
        <w:t>ában</w:t>
      </w:r>
      <w:proofErr w:type="spellEnd"/>
      <w:r w:rsidRPr="001E0EC1">
        <w:t xml:space="preserve"> foglalt rendelkezésekre - </w:t>
      </w:r>
      <w:r w:rsidRPr="001E0EC1">
        <w:rPr>
          <w:b/>
        </w:rPr>
        <w:t>egyszerű többségű</w:t>
      </w:r>
      <w:r w:rsidRPr="001E0EC1">
        <w:t xml:space="preserve"> szavazati arányt igényel.</w:t>
      </w:r>
    </w:p>
    <w:p w14:paraId="359330AC" w14:textId="77777777" w:rsidR="00D00DC8" w:rsidRPr="001E0EC1" w:rsidRDefault="00D00DC8" w:rsidP="00650777">
      <w:pPr>
        <w:jc w:val="both"/>
        <w:rPr>
          <w:i/>
          <w:noProof/>
        </w:rPr>
      </w:pPr>
    </w:p>
    <w:p w14:paraId="6ABF14F7" w14:textId="75457440" w:rsidR="00D00DC8" w:rsidRPr="001E0EC1" w:rsidRDefault="00D00DC8" w:rsidP="00D00DC8">
      <w:pPr>
        <w:jc w:val="both"/>
      </w:pPr>
      <w:r w:rsidRPr="001E0EC1">
        <w:t>Kérem a Tisztelt Képviselő-testületet, hogy a döntés</w:t>
      </w:r>
      <w:r w:rsidR="001E0EC1">
        <w:t>é</w:t>
      </w:r>
      <w:r w:rsidRPr="001E0EC1">
        <w:t>t meghozni szíveskedjen.</w:t>
      </w:r>
    </w:p>
    <w:p w14:paraId="3F9449CE" w14:textId="77777777" w:rsidR="00D00DC8" w:rsidRPr="001E0EC1" w:rsidRDefault="00D00DC8" w:rsidP="00650777">
      <w:pPr>
        <w:jc w:val="both"/>
        <w:rPr>
          <w:i/>
        </w:rPr>
      </w:pPr>
    </w:p>
    <w:p w14:paraId="36E04A44" w14:textId="75427501" w:rsidR="008F6E49" w:rsidRPr="001E0EC1" w:rsidRDefault="00A24CF0" w:rsidP="0049015D">
      <w:pPr>
        <w:jc w:val="both"/>
      </w:pPr>
      <w:r w:rsidRPr="001E0EC1">
        <w:t xml:space="preserve">Cegléd, </w:t>
      </w:r>
      <w:r w:rsidR="005C1F41" w:rsidRPr="001E0EC1">
        <w:t>202</w:t>
      </w:r>
      <w:r w:rsidR="007C3EF5">
        <w:t>6</w:t>
      </w:r>
      <w:r w:rsidR="005C1F41" w:rsidRPr="001E0EC1">
        <w:t xml:space="preserve">. január </w:t>
      </w:r>
      <w:r w:rsidR="007C3EF5">
        <w:t>0</w:t>
      </w:r>
      <w:r w:rsidR="00935904">
        <w:t>8</w:t>
      </w:r>
      <w:r w:rsidR="005C1F41" w:rsidRPr="001E0EC1">
        <w:t>.</w:t>
      </w:r>
    </w:p>
    <w:p w14:paraId="5BAA84D4" w14:textId="77777777" w:rsidR="00AD5BCC" w:rsidRDefault="00AD5BCC" w:rsidP="001E0EC1">
      <w:pPr>
        <w:tabs>
          <w:tab w:val="left" w:pos="6480"/>
        </w:tabs>
        <w:ind w:left="4248"/>
      </w:pPr>
    </w:p>
    <w:p w14:paraId="719A13D3" w14:textId="77777777" w:rsidR="00AD5BCC" w:rsidRDefault="00AD5BCC" w:rsidP="001E0EC1">
      <w:pPr>
        <w:tabs>
          <w:tab w:val="left" w:pos="6480"/>
        </w:tabs>
        <w:ind w:left="4248"/>
      </w:pPr>
    </w:p>
    <w:p w14:paraId="34693A0B" w14:textId="3EF77166" w:rsidR="00C134D5" w:rsidRDefault="00A30D38" w:rsidP="00AD5BCC">
      <w:pPr>
        <w:tabs>
          <w:tab w:val="left" w:pos="6480"/>
        </w:tabs>
        <w:ind w:left="4963"/>
        <w:jc w:val="center"/>
      </w:pPr>
      <w:r w:rsidRPr="001E0EC1">
        <w:t>Dr. Csáky András</w:t>
      </w:r>
      <w:r w:rsidR="001E0EC1">
        <w:t xml:space="preserve"> </w:t>
      </w:r>
      <w:r w:rsidR="006642BB" w:rsidRPr="001E0EC1">
        <w:t>p</w:t>
      </w:r>
      <w:r w:rsidR="00A24CF0" w:rsidRPr="001E0EC1">
        <w:t>olgármester</w:t>
      </w:r>
    </w:p>
    <w:p w14:paraId="35C637B0" w14:textId="1053286B" w:rsidR="00AD5BCC" w:rsidRDefault="00AD5BCC" w:rsidP="00AD5BCC">
      <w:pPr>
        <w:tabs>
          <w:tab w:val="left" w:pos="6480"/>
        </w:tabs>
        <w:ind w:left="4963"/>
        <w:jc w:val="center"/>
      </w:pPr>
    </w:p>
    <w:p w14:paraId="61423D4D" w14:textId="4536A829" w:rsidR="00AD5BCC" w:rsidRDefault="00AD5BCC" w:rsidP="00AD5BCC">
      <w:pPr>
        <w:tabs>
          <w:tab w:val="left" w:pos="6480"/>
        </w:tabs>
        <w:ind w:left="4963"/>
        <w:jc w:val="center"/>
      </w:pPr>
    </w:p>
    <w:p w14:paraId="5CDE0A07" w14:textId="32E1FB60" w:rsidR="00AD5BCC" w:rsidRDefault="00AD5BCC" w:rsidP="00AD5BCC">
      <w:pPr>
        <w:tabs>
          <w:tab w:val="left" w:pos="6480"/>
        </w:tabs>
        <w:ind w:left="4963"/>
        <w:jc w:val="center"/>
      </w:pPr>
    </w:p>
    <w:p w14:paraId="22754E7E" w14:textId="09510F98" w:rsidR="005621AD" w:rsidRDefault="005621AD" w:rsidP="00AD5BCC">
      <w:pPr>
        <w:tabs>
          <w:tab w:val="left" w:pos="6480"/>
        </w:tabs>
        <w:ind w:left="4963"/>
        <w:jc w:val="center"/>
      </w:pPr>
    </w:p>
    <w:p w14:paraId="05CFE934" w14:textId="14321F19" w:rsidR="005621AD" w:rsidRDefault="005621AD" w:rsidP="00AD5BCC">
      <w:pPr>
        <w:tabs>
          <w:tab w:val="left" w:pos="6480"/>
        </w:tabs>
        <w:ind w:left="4963"/>
        <w:jc w:val="center"/>
      </w:pPr>
    </w:p>
    <w:p w14:paraId="61DFC631" w14:textId="77777777" w:rsidR="005621AD" w:rsidRDefault="005621AD" w:rsidP="00AD5BCC">
      <w:pPr>
        <w:tabs>
          <w:tab w:val="left" w:pos="6480"/>
        </w:tabs>
        <w:ind w:left="4963"/>
        <w:jc w:val="center"/>
      </w:pPr>
    </w:p>
    <w:p w14:paraId="517ED5AC" w14:textId="77777777" w:rsidR="00AD5BCC" w:rsidRPr="001E0EC1" w:rsidRDefault="00AD5BCC" w:rsidP="00AD5BCC">
      <w:pPr>
        <w:tabs>
          <w:tab w:val="left" w:pos="6480"/>
        </w:tabs>
        <w:ind w:left="4963"/>
        <w:jc w:val="center"/>
      </w:pPr>
    </w:p>
    <w:p w14:paraId="08F7C926" w14:textId="77777777" w:rsidR="00596EEC" w:rsidRPr="006B78BC" w:rsidRDefault="00596EEC" w:rsidP="00596EEC">
      <w:pPr>
        <w:jc w:val="center"/>
        <w:rPr>
          <w:b/>
        </w:rPr>
      </w:pPr>
      <w:r w:rsidRPr="006B78BC">
        <w:rPr>
          <w:b/>
        </w:rPr>
        <w:t>„A” Határozati javaslat</w:t>
      </w:r>
    </w:p>
    <w:p w14:paraId="24EC5F31" w14:textId="77777777" w:rsidR="00596EEC" w:rsidRPr="006B78BC" w:rsidRDefault="00596EEC" w:rsidP="00596EEC">
      <w:pPr>
        <w:rPr>
          <w:b/>
        </w:rPr>
      </w:pPr>
    </w:p>
    <w:p w14:paraId="1B0CB0F9" w14:textId="77777777" w:rsidR="00596EEC" w:rsidRPr="006B78BC" w:rsidRDefault="00596EEC" w:rsidP="00596EEC">
      <w:pPr>
        <w:jc w:val="both"/>
      </w:pPr>
      <w:r w:rsidRPr="006B78BC">
        <w:rPr>
          <w:b/>
        </w:rPr>
        <w:t>Cegléd Város Önkormányzatának Képviselő-testülete</w:t>
      </w:r>
    </w:p>
    <w:p w14:paraId="530D30FF" w14:textId="53E43661" w:rsidR="00596EEC" w:rsidRPr="006B78BC" w:rsidRDefault="00596EEC" w:rsidP="00596EEC">
      <w:pPr>
        <w:ind w:left="360"/>
        <w:jc w:val="both"/>
      </w:pPr>
      <w:r w:rsidRPr="006B78BC">
        <w:t>202</w:t>
      </w:r>
      <w:r>
        <w:t>6</w:t>
      </w:r>
      <w:r w:rsidRPr="006B78BC">
        <w:t>. évre</w:t>
      </w:r>
    </w:p>
    <w:p w14:paraId="3C1D88DE" w14:textId="6E8CC0BE" w:rsidR="00596EEC" w:rsidRPr="00DA5B77" w:rsidRDefault="00596EEC" w:rsidP="00596EEC">
      <w:pPr>
        <w:numPr>
          <w:ilvl w:val="0"/>
          <w:numId w:val="27"/>
        </w:numPr>
        <w:jc w:val="both"/>
      </w:pPr>
      <w:r w:rsidRPr="00DA5B77">
        <w:t xml:space="preserve">a külterületen lévő mezőgazdasági </w:t>
      </w:r>
      <w:proofErr w:type="spellStart"/>
      <w:r w:rsidRPr="00DA5B77">
        <w:t>hasznosítású</w:t>
      </w:r>
      <w:proofErr w:type="spellEnd"/>
      <w:r w:rsidRPr="00DA5B77">
        <w:t xml:space="preserve"> ingatlanok minimális haszonbérleti díját bruttó 3</w:t>
      </w:r>
      <w:r w:rsidR="00DA5B77" w:rsidRPr="00DA5B77">
        <w:t>3</w:t>
      </w:r>
      <w:r w:rsidRPr="00DA5B77">
        <w:t>00 Ft</w:t>
      </w:r>
      <w:r w:rsidR="000217B3">
        <w:t xml:space="preserve"> x </w:t>
      </w:r>
      <w:r w:rsidRPr="00DA5B77">
        <w:t>AK/év összegben határozza meg, de a minimális haszonbérleti díj bruttó 4</w:t>
      </w:r>
      <w:r w:rsidR="00DA5B77" w:rsidRPr="00DA5B77">
        <w:t>4</w:t>
      </w:r>
      <w:r w:rsidRPr="00DA5B77">
        <w:t>.000 Ft/ha/év</w:t>
      </w:r>
      <w:r w:rsidR="00B931C0">
        <w:t>,</w:t>
      </w:r>
    </w:p>
    <w:p w14:paraId="54188B82" w14:textId="1AE520DB" w:rsidR="00596EEC" w:rsidRPr="006B78BC" w:rsidRDefault="00596EEC" w:rsidP="00596EEC">
      <w:pPr>
        <w:numPr>
          <w:ilvl w:val="0"/>
          <w:numId w:val="27"/>
        </w:numPr>
        <w:jc w:val="both"/>
      </w:pPr>
      <w:r w:rsidRPr="006B78BC">
        <w:t xml:space="preserve">a belterületen levő mezőgazdasági célra bérbe adott területek minimális haszonbérleti díját bruttó </w:t>
      </w:r>
      <w:r w:rsidRPr="005621AD">
        <w:t>10 Ft/m2/év</w:t>
      </w:r>
      <w:r w:rsidRPr="006B78BC">
        <w:t xml:space="preserve"> mértékben állapítja meg, de legalább </w:t>
      </w:r>
      <w:r w:rsidRPr="005621AD">
        <w:t>3</w:t>
      </w:r>
      <w:r w:rsidR="005621AD" w:rsidRPr="005621AD">
        <w:t>3</w:t>
      </w:r>
      <w:r w:rsidRPr="005621AD">
        <w:t>.000</w:t>
      </w:r>
      <w:r w:rsidRPr="006B78BC">
        <w:t xml:space="preserve"> Ft/ingatlan/év</w:t>
      </w:r>
      <w:r w:rsidR="00B931C0">
        <w:t>,</w:t>
      </w:r>
    </w:p>
    <w:p w14:paraId="4CACD26B" w14:textId="60E3EAF6" w:rsidR="00596EEC" w:rsidRPr="006B78BC" w:rsidRDefault="00596EEC" w:rsidP="00596EEC">
      <w:pPr>
        <w:numPr>
          <w:ilvl w:val="0"/>
          <w:numId w:val="27"/>
        </w:numPr>
        <w:jc w:val="both"/>
      </w:pPr>
      <w:r w:rsidRPr="006B78BC">
        <w:t xml:space="preserve">más megnevezésű beépítetlen területek minimális bérleti díját bruttó </w:t>
      </w:r>
      <w:r w:rsidRPr="005621AD">
        <w:t>20 Ft/m2/év</w:t>
      </w:r>
      <w:r w:rsidRPr="006B78BC">
        <w:t xml:space="preserve"> összegben határozza meg, de a minimális bérleti díj bruttó </w:t>
      </w:r>
      <w:r w:rsidR="005621AD" w:rsidRPr="005621AD">
        <w:t>33</w:t>
      </w:r>
      <w:r w:rsidRPr="005621AD">
        <w:t>.000 Ft</w:t>
      </w:r>
      <w:r w:rsidRPr="006B78BC">
        <w:t>/ingatlan/év</w:t>
      </w:r>
      <w:r w:rsidR="00B931C0">
        <w:t>,</w:t>
      </w:r>
    </w:p>
    <w:p w14:paraId="1D1124B2" w14:textId="4F00BD5F" w:rsidR="00596EEC" w:rsidRPr="006B78BC" w:rsidRDefault="00596EEC" w:rsidP="00596EEC">
      <w:pPr>
        <w:numPr>
          <w:ilvl w:val="0"/>
          <w:numId w:val="27"/>
        </w:numPr>
        <w:jc w:val="both"/>
      </w:pPr>
      <w:r w:rsidRPr="006B78BC">
        <w:t>a lakások és helyiség bérletéről szóló rendelet hatálya alá nem tartozó minden egyéb ingatlan bérleti, illetve haszonbérleti díj</w:t>
      </w:r>
      <w:r w:rsidR="00935904">
        <w:t>át</w:t>
      </w:r>
      <w:r w:rsidRPr="006B78BC">
        <w:t xml:space="preserve"> bruttó </w:t>
      </w:r>
      <w:r w:rsidRPr="005621AD">
        <w:t>1</w:t>
      </w:r>
      <w:r w:rsidR="005621AD" w:rsidRPr="005621AD">
        <w:t>1</w:t>
      </w:r>
      <w:r w:rsidRPr="005621AD">
        <w:t>0 Ft/m2/év</w:t>
      </w:r>
      <w:r w:rsidR="00935904">
        <w:t xml:space="preserve"> összegben állapítja meg</w:t>
      </w:r>
      <w:r w:rsidRPr="005621AD">
        <w:t>,</w:t>
      </w:r>
      <w:r w:rsidRPr="006B78BC">
        <w:t xml:space="preserve"> de a minimális bérleti díj bruttó </w:t>
      </w:r>
      <w:r w:rsidRPr="005621AD">
        <w:t>5</w:t>
      </w:r>
      <w:r w:rsidR="005621AD" w:rsidRPr="005621AD">
        <w:t>5</w:t>
      </w:r>
      <w:r w:rsidRPr="005621AD">
        <w:t>.000</w:t>
      </w:r>
      <w:r w:rsidRPr="006B78BC">
        <w:t xml:space="preserve"> Ft/ingatlan/ év</w:t>
      </w:r>
      <w:r w:rsidR="00B931C0">
        <w:t>,</w:t>
      </w:r>
    </w:p>
    <w:p w14:paraId="35B981A1" w14:textId="72C21D45" w:rsidR="00596EEC" w:rsidRPr="006B78BC" w:rsidRDefault="00B931C0" w:rsidP="00596EEC">
      <w:pPr>
        <w:numPr>
          <w:ilvl w:val="0"/>
          <w:numId w:val="27"/>
        </w:numPr>
        <w:jc w:val="both"/>
      </w:pPr>
      <w:r>
        <w:t>f</w:t>
      </w:r>
      <w:r w:rsidR="00596EEC" w:rsidRPr="006B78BC">
        <w:t xml:space="preserve">elhatalmazza a Polgármestert a </w:t>
      </w:r>
      <w:r w:rsidR="00596EEC" w:rsidRPr="00A04FDE">
        <w:t>bérleti és haszonbérleti szerződések</w:t>
      </w:r>
      <w:r w:rsidR="00596EEC" w:rsidRPr="006B78BC">
        <w:t xml:space="preserve"> aláírására</w:t>
      </w:r>
      <w:r>
        <w:t>,</w:t>
      </w:r>
    </w:p>
    <w:p w14:paraId="28AEC379" w14:textId="7675C700" w:rsidR="00596EEC" w:rsidRPr="006B78BC" w:rsidRDefault="00B931C0" w:rsidP="00596EEC">
      <w:pPr>
        <w:numPr>
          <w:ilvl w:val="0"/>
          <w:numId w:val="27"/>
        </w:numPr>
        <w:suppressAutoHyphens/>
        <w:jc w:val="both"/>
      </w:pPr>
      <w:r>
        <w:t>u</w:t>
      </w:r>
      <w:r w:rsidR="00596EEC" w:rsidRPr="006B78BC">
        <w:t>tasítja a VÁRVAG Nonprofit Kft-t a szükséges intézkedések megtételére.</w:t>
      </w:r>
    </w:p>
    <w:p w14:paraId="4497A73E" w14:textId="77777777" w:rsidR="00596EEC" w:rsidRPr="006B78BC" w:rsidRDefault="00596EEC" w:rsidP="002379B6">
      <w:pPr>
        <w:jc w:val="both"/>
        <w:rPr>
          <w:b/>
        </w:rPr>
      </w:pPr>
    </w:p>
    <w:p w14:paraId="42270E92" w14:textId="77777777" w:rsidR="00596EEC" w:rsidRPr="001E0EC1" w:rsidRDefault="00596EEC" w:rsidP="00596EEC">
      <w:pPr>
        <w:tabs>
          <w:tab w:val="right" w:pos="9356"/>
        </w:tabs>
        <w:jc w:val="both"/>
      </w:pPr>
      <w:r w:rsidRPr="001E0EC1">
        <w:rPr>
          <w:b/>
          <w:u w:val="single"/>
        </w:rPr>
        <w:t>Határidő:</w:t>
      </w:r>
      <w:r w:rsidRPr="001E0EC1">
        <w:t xml:space="preserve"> azonnal</w:t>
      </w:r>
      <w:r w:rsidRPr="001E0EC1">
        <w:tab/>
      </w:r>
      <w:r w:rsidRPr="001E0EC1">
        <w:rPr>
          <w:b/>
          <w:u w:val="single"/>
        </w:rPr>
        <w:t>Felelős:</w:t>
      </w:r>
      <w:r w:rsidRPr="001E0EC1">
        <w:t xml:space="preserve">   Dr. Csáky András polgármester</w:t>
      </w:r>
    </w:p>
    <w:p w14:paraId="622C42D3" w14:textId="6A2332E1" w:rsidR="00596EEC" w:rsidRDefault="00596EEC" w:rsidP="002379B6">
      <w:pPr>
        <w:jc w:val="both"/>
        <w:rPr>
          <w:b/>
        </w:rPr>
      </w:pPr>
    </w:p>
    <w:p w14:paraId="6363D2E1" w14:textId="079DE639" w:rsidR="00862BD9" w:rsidRDefault="00862BD9" w:rsidP="002379B6">
      <w:pPr>
        <w:jc w:val="both"/>
        <w:rPr>
          <w:b/>
        </w:rPr>
      </w:pPr>
    </w:p>
    <w:p w14:paraId="4F95BC13" w14:textId="6A6DCF62" w:rsidR="00862BD9" w:rsidRDefault="00862BD9" w:rsidP="002379B6">
      <w:pPr>
        <w:jc w:val="both"/>
        <w:rPr>
          <w:b/>
        </w:rPr>
      </w:pPr>
    </w:p>
    <w:p w14:paraId="11B9D5B2" w14:textId="2147C124" w:rsidR="00935904" w:rsidRDefault="00935904" w:rsidP="002379B6">
      <w:pPr>
        <w:jc w:val="both"/>
        <w:rPr>
          <w:b/>
        </w:rPr>
      </w:pPr>
    </w:p>
    <w:p w14:paraId="58C953C0" w14:textId="77777777" w:rsidR="00935904" w:rsidRDefault="00935904" w:rsidP="002379B6">
      <w:pPr>
        <w:jc w:val="both"/>
        <w:rPr>
          <w:b/>
        </w:rPr>
      </w:pPr>
    </w:p>
    <w:p w14:paraId="0647D46F" w14:textId="297BD347" w:rsidR="00596EEC" w:rsidRDefault="00596EEC" w:rsidP="002379B6">
      <w:pPr>
        <w:jc w:val="both"/>
        <w:rPr>
          <w:b/>
        </w:rPr>
      </w:pPr>
    </w:p>
    <w:p w14:paraId="0E6508D6" w14:textId="77777777" w:rsidR="005621AD" w:rsidRDefault="005621AD" w:rsidP="002379B6">
      <w:pPr>
        <w:jc w:val="both"/>
        <w:rPr>
          <w:b/>
        </w:rPr>
      </w:pPr>
    </w:p>
    <w:p w14:paraId="354D69C2" w14:textId="09072958" w:rsidR="00596EEC" w:rsidRPr="006B78BC" w:rsidRDefault="00596EEC" w:rsidP="00596EEC">
      <w:pPr>
        <w:jc w:val="center"/>
        <w:rPr>
          <w:b/>
        </w:rPr>
      </w:pPr>
      <w:r w:rsidRPr="006B78BC">
        <w:rPr>
          <w:b/>
        </w:rPr>
        <w:lastRenderedPageBreak/>
        <w:t>„</w:t>
      </w:r>
      <w:r>
        <w:rPr>
          <w:b/>
        </w:rPr>
        <w:t>B</w:t>
      </w:r>
      <w:r w:rsidRPr="006B78BC">
        <w:rPr>
          <w:b/>
        </w:rPr>
        <w:t>” Határozati javaslat</w:t>
      </w:r>
    </w:p>
    <w:p w14:paraId="1734738C" w14:textId="77777777" w:rsidR="00596EEC" w:rsidRDefault="00596EEC" w:rsidP="002379B6">
      <w:pPr>
        <w:jc w:val="both"/>
        <w:rPr>
          <w:b/>
        </w:rPr>
      </w:pPr>
    </w:p>
    <w:p w14:paraId="3B1ECFD5" w14:textId="570C8AC4" w:rsidR="002379B6" w:rsidRPr="001E0EC1" w:rsidRDefault="002379B6" w:rsidP="002379B6">
      <w:pPr>
        <w:jc w:val="both"/>
      </w:pPr>
      <w:r w:rsidRPr="001E0EC1">
        <w:rPr>
          <w:b/>
        </w:rPr>
        <w:t>Cegléd Város Önkormányzatának Képviselő-testülete</w:t>
      </w:r>
    </w:p>
    <w:p w14:paraId="3B49A621" w14:textId="61D07961" w:rsidR="0001040D" w:rsidRPr="001E0EC1" w:rsidRDefault="002379B6" w:rsidP="00AD5BCC">
      <w:pPr>
        <w:ind w:left="284" w:hanging="284"/>
        <w:jc w:val="both"/>
      </w:pPr>
      <w:r w:rsidRPr="001E0EC1">
        <w:t xml:space="preserve">1. </w:t>
      </w:r>
      <w:r w:rsidR="009533F1" w:rsidRPr="001E0EC1">
        <w:t>202</w:t>
      </w:r>
      <w:r w:rsidR="007C3EF5">
        <w:t>6</w:t>
      </w:r>
      <w:r w:rsidR="0001040D" w:rsidRPr="001E0EC1">
        <w:t>. évre a külterületen lévő termőföldek, a belterületen lévő mezőgazdasági célra bérbe adott területek és a más megnevezésű beépítetlen területek minimális bérleti díját változatlanul a</w:t>
      </w:r>
      <w:r w:rsidR="00A13C07" w:rsidRPr="001E0EC1">
        <w:t>z 59/2023.</w:t>
      </w:r>
      <w:r w:rsidR="0001040D" w:rsidRPr="001E0EC1">
        <w:t>(I</w:t>
      </w:r>
      <w:r w:rsidR="00A13C07" w:rsidRPr="001E0EC1">
        <w:t>I</w:t>
      </w:r>
      <w:r w:rsidR="0001040D" w:rsidRPr="001E0EC1">
        <w:t>.</w:t>
      </w:r>
      <w:r w:rsidR="00A13C07" w:rsidRPr="001E0EC1">
        <w:t>15</w:t>
      </w:r>
      <w:r w:rsidR="0001040D" w:rsidRPr="001E0EC1">
        <w:t>.)</w:t>
      </w:r>
      <w:r w:rsidR="00596EEC">
        <w:t xml:space="preserve">, </w:t>
      </w:r>
      <w:r w:rsidR="00D37242" w:rsidRPr="001E0EC1">
        <w:t xml:space="preserve">a </w:t>
      </w:r>
      <w:r w:rsidR="00B14AD9" w:rsidRPr="001E0EC1">
        <w:t xml:space="preserve">62/2024.(II.15.) </w:t>
      </w:r>
      <w:r w:rsidR="00596EEC">
        <w:t xml:space="preserve">és a </w:t>
      </w:r>
      <w:r w:rsidR="00596EEC" w:rsidRPr="007C3EF5">
        <w:t>75/2025.(II.13.)</w:t>
      </w:r>
      <w:r w:rsidR="00596EEC">
        <w:t xml:space="preserve"> </w:t>
      </w:r>
      <w:proofErr w:type="spellStart"/>
      <w:r w:rsidR="0001040D" w:rsidRPr="001E0EC1">
        <w:t>Ök</w:t>
      </w:r>
      <w:proofErr w:type="spellEnd"/>
      <w:r w:rsidR="0001040D" w:rsidRPr="001E0EC1">
        <w:t>. határozatban foglaltak szerint állapít</w:t>
      </w:r>
      <w:r w:rsidR="00650777" w:rsidRPr="001E0EC1">
        <w:t>ja meg</w:t>
      </w:r>
      <w:r w:rsidR="005E7CC1" w:rsidRPr="001E0EC1">
        <w:t>,</w:t>
      </w:r>
    </w:p>
    <w:p w14:paraId="1377042D" w14:textId="33E57A79" w:rsidR="00E83C5A" w:rsidRPr="001E0EC1" w:rsidRDefault="002379B6" w:rsidP="00AD5BCC">
      <w:pPr>
        <w:suppressAutoHyphens/>
        <w:ind w:left="284" w:hanging="284"/>
        <w:jc w:val="both"/>
      </w:pPr>
      <w:r w:rsidRPr="001E0EC1">
        <w:t xml:space="preserve">2. </w:t>
      </w:r>
      <w:r w:rsidR="005E7CC1" w:rsidRPr="001E0EC1">
        <w:t>u</w:t>
      </w:r>
      <w:r w:rsidR="00650777" w:rsidRPr="001E0EC1">
        <w:t>tasítja</w:t>
      </w:r>
      <w:r w:rsidR="001346F7" w:rsidRPr="001E0EC1">
        <w:t xml:space="preserve"> a VÁRVAG Nonprofit Kft-t a szükséges intézkedések megtételére</w:t>
      </w:r>
      <w:r w:rsidR="00F87555" w:rsidRPr="001E0EC1">
        <w:t>.</w:t>
      </w:r>
    </w:p>
    <w:p w14:paraId="57E7F110" w14:textId="77777777" w:rsidR="0086717F" w:rsidRPr="001E0EC1" w:rsidRDefault="0086717F" w:rsidP="00AE3942">
      <w:pPr>
        <w:suppressAutoHyphens/>
        <w:jc w:val="center"/>
      </w:pPr>
    </w:p>
    <w:p w14:paraId="7817CDEC" w14:textId="77777777" w:rsidR="00A20CF9" w:rsidRPr="001E0EC1" w:rsidRDefault="00A20CF9" w:rsidP="00A20CF9">
      <w:pPr>
        <w:tabs>
          <w:tab w:val="right" w:pos="9356"/>
        </w:tabs>
        <w:jc w:val="both"/>
      </w:pPr>
      <w:r w:rsidRPr="001E0EC1">
        <w:rPr>
          <w:b/>
          <w:u w:val="single"/>
        </w:rPr>
        <w:t>Határidő:</w:t>
      </w:r>
      <w:r w:rsidRPr="001E0EC1">
        <w:t xml:space="preserve"> azonnal</w:t>
      </w:r>
      <w:r w:rsidRPr="001E0EC1">
        <w:tab/>
      </w:r>
      <w:r w:rsidRPr="001E0EC1">
        <w:rPr>
          <w:b/>
          <w:u w:val="single"/>
        </w:rPr>
        <w:t>Felelős:</w:t>
      </w:r>
      <w:r w:rsidRPr="001E0EC1">
        <w:t xml:space="preserve">   Dr. Csáky András polgármester</w:t>
      </w:r>
    </w:p>
    <w:p w14:paraId="4443D224" w14:textId="57EB703B" w:rsidR="00A20CF9" w:rsidRPr="001E0EC1" w:rsidRDefault="00A20CF9" w:rsidP="00A20CF9">
      <w:pPr>
        <w:jc w:val="both"/>
        <w:rPr>
          <w:b/>
        </w:rPr>
      </w:pPr>
    </w:p>
    <w:p w14:paraId="7E3D5DBF" w14:textId="77777777" w:rsidR="00E91A3B" w:rsidRPr="001E0EC1" w:rsidRDefault="00E91A3B" w:rsidP="00A20CF9">
      <w:pPr>
        <w:jc w:val="both"/>
        <w:rPr>
          <w:b/>
        </w:rPr>
      </w:pPr>
    </w:p>
    <w:p w14:paraId="78E18F35" w14:textId="77777777" w:rsidR="00A20CF9" w:rsidRPr="001E0EC1" w:rsidRDefault="00A20CF9" w:rsidP="00A20CF9">
      <w:pPr>
        <w:jc w:val="both"/>
        <w:rPr>
          <w:b/>
        </w:rPr>
      </w:pPr>
      <w:r w:rsidRPr="001E0EC1">
        <w:rPr>
          <w:b/>
        </w:rPr>
        <w:t>A határozatot kapják:</w:t>
      </w:r>
    </w:p>
    <w:p w14:paraId="003FE62F" w14:textId="2C2B8C63" w:rsidR="00A20CF9" w:rsidRPr="001E0EC1" w:rsidRDefault="00A20CF9" w:rsidP="00A20CF9">
      <w:pPr>
        <w:jc w:val="both"/>
      </w:pPr>
      <w:r w:rsidRPr="001E0EC1">
        <w:t xml:space="preserve">1. VÁRVAG Nonprofit Kft. </w:t>
      </w:r>
      <w:proofErr w:type="spellStart"/>
      <w:r w:rsidRPr="001E0EC1">
        <w:t>Mótyán</w:t>
      </w:r>
      <w:proofErr w:type="spellEnd"/>
      <w:r w:rsidRPr="001E0EC1">
        <w:t xml:space="preserve"> Krisztián ügyvezető</w:t>
      </w:r>
    </w:p>
    <w:p w14:paraId="2E6E4B5A" w14:textId="77777777" w:rsidR="00A20CF9" w:rsidRPr="001E0EC1" w:rsidRDefault="00A20CF9" w:rsidP="00A20CF9">
      <w:pPr>
        <w:jc w:val="both"/>
      </w:pPr>
      <w:r w:rsidRPr="001E0EC1">
        <w:t>2. Ceglédi Közös Önkormányzati Hivatal (vagyonkataszter)</w:t>
      </w:r>
    </w:p>
    <w:p w14:paraId="584D90F7" w14:textId="1DB57E05" w:rsidR="002379B6" w:rsidRPr="001E0EC1" w:rsidRDefault="002379B6" w:rsidP="00A20CF9">
      <w:pPr>
        <w:jc w:val="both"/>
      </w:pPr>
      <w:r w:rsidRPr="001E0EC1">
        <w:t xml:space="preserve">3. Ceglédi Közös Önkormányzati Hivatal </w:t>
      </w:r>
      <w:r w:rsidR="00773032" w:rsidRPr="001E0EC1">
        <w:t>(térinformatika)</w:t>
      </w:r>
    </w:p>
    <w:p w14:paraId="56B0474D" w14:textId="7BF7D71D" w:rsidR="005E7CC1" w:rsidRPr="001E0EC1" w:rsidRDefault="005E7CC1" w:rsidP="00A20CF9">
      <w:pPr>
        <w:jc w:val="both"/>
      </w:pPr>
      <w:r w:rsidRPr="001E0EC1">
        <w:t>4. Irattár</w:t>
      </w:r>
    </w:p>
    <w:p w14:paraId="32BF30B8" w14:textId="09D80633" w:rsidR="00A20CF9" w:rsidRDefault="00A20CF9" w:rsidP="00A20CF9">
      <w:pPr>
        <w:jc w:val="both"/>
      </w:pPr>
    </w:p>
    <w:p w14:paraId="3F72766B" w14:textId="2535C0F0" w:rsidR="00AD5BCC" w:rsidRDefault="00AD5BCC" w:rsidP="00A20CF9">
      <w:pPr>
        <w:jc w:val="both"/>
      </w:pPr>
    </w:p>
    <w:p w14:paraId="1A377767" w14:textId="77777777" w:rsidR="00AD5BCC" w:rsidRPr="001E0EC1" w:rsidRDefault="00AD5BCC" w:rsidP="00A20CF9">
      <w:pPr>
        <w:jc w:val="both"/>
      </w:pPr>
    </w:p>
    <w:p w14:paraId="6BBCC647" w14:textId="77777777" w:rsidR="00A20CF9" w:rsidRPr="001E0EC1" w:rsidRDefault="00A20CF9" w:rsidP="00A20CF9">
      <w:pPr>
        <w:jc w:val="both"/>
        <w:rPr>
          <w:b/>
          <w:u w:val="single"/>
        </w:rPr>
      </w:pPr>
      <w:r w:rsidRPr="001E0EC1">
        <w:rPr>
          <w:b/>
          <w:u w:val="single"/>
        </w:rPr>
        <w:t>Látta</w:t>
      </w:r>
      <w:r w:rsidR="00BD5172" w:rsidRPr="001E0EC1">
        <w:rPr>
          <w:b/>
          <w:u w:val="single"/>
        </w:rPr>
        <w:t>m</w:t>
      </w:r>
      <w:r w:rsidRPr="001E0EC1">
        <w:rPr>
          <w:b/>
          <w:u w:val="single"/>
        </w:rPr>
        <w:t>:</w:t>
      </w:r>
    </w:p>
    <w:p w14:paraId="77232A0C" w14:textId="77777777" w:rsidR="00E91A3B" w:rsidRPr="001E0EC1" w:rsidRDefault="00A20CF9" w:rsidP="006B78BC">
      <w:pPr>
        <w:jc w:val="both"/>
      </w:pPr>
      <w:r w:rsidRPr="001E0EC1">
        <w:tab/>
        <w:t xml:space="preserve">     </w:t>
      </w:r>
    </w:p>
    <w:p w14:paraId="7512C28B" w14:textId="57704C37" w:rsidR="00E91A3B" w:rsidRDefault="00E91A3B" w:rsidP="006B78BC">
      <w:pPr>
        <w:jc w:val="both"/>
      </w:pPr>
    </w:p>
    <w:p w14:paraId="0A28B480" w14:textId="77777777" w:rsidR="001E0EC1" w:rsidRPr="001E0EC1" w:rsidRDefault="001E0EC1" w:rsidP="006B78BC">
      <w:pPr>
        <w:jc w:val="both"/>
      </w:pPr>
    </w:p>
    <w:p w14:paraId="7A96CC1E" w14:textId="77777777" w:rsidR="00E91A3B" w:rsidRPr="001E0EC1" w:rsidRDefault="00A20CF9" w:rsidP="006B78BC">
      <w:pPr>
        <w:jc w:val="both"/>
      </w:pPr>
      <w:r w:rsidRPr="001E0EC1">
        <w:t>Dr. Diósgyőri Gitta</w:t>
      </w:r>
      <w:r w:rsidR="006B78BC" w:rsidRPr="001E0EC1">
        <w:t xml:space="preserve"> </w:t>
      </w:r>
    </w:p>
    <w:p w14:paraId="440F7DEA" w14:textId="6BBE3226" w:rsidR="00D9318B" w:rsidRPr="001E0EC1" w:rsidRDefault="00A20CF9" w:rsidP="006B78BC">
      <w:pPr>
        <w:jc w:val="both"/>
      </w:pPr>
      <w:r w:rsidRPr="001E0EC1">
        <w:t>címzetes főjegyző</w:t>
      </w:r>
    </w:p>
    <w:sectPr w:rsidR="00D9318B" w:rsidRPr="001E0EC1" w:rsidSect="004B49A2">
      <w:footerReference w:type="default" r:id="rId10"/>
      <w:pgSz w:w="11906" w:h="16838"/>
      <w:pgMar w:top="1418" w:right="1133" w:bottom="1701" w:left="136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7FC98" w14:textId="77777777" w:rsidR="00954B4A" w:rsidRDefault="00954B4A">
      <w:r>
        <w:separator/>
      </w:r>
    </w:p>
  </w:endnote>
  <w:endnote w:type="continuationSeparator" w:id="0">
    <w:p w14:paraId="68191F92" w14:textId="77777777" w:rsidR="00954B4A" w:rsidRDefault="0095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F740B" w14:textId="77777777" w:rsidR="006F7BEB" w:rsidRDefault="006F7BEB" w:rsidP="00527126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04FDE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A04FDE">
      <w:rPr>
        <w:rStyle w:val="Oldalszm"/>
        <w:noProof/>
      </w:rPr>
      <w:t>2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D1258" w14:textId="77777777" w:rsidR="00954B4A" w:rsidRDefault="00954B4A">
      <w:r>
        <w:separator/>
      </w:r>
    </w:p>
  </w:footnote>
  <w:footnote w:type="continuationSeparator" w:id="0">
    <w:p w14:paraId="0764E183" w14:textId="77777777" w:rsidR="00954B4A" w:rsidRDefault="00954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)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49C02E6"/>
    <w:multiLevelType w:val="hybridMultilevel"/>
    <w:tmpl w:val="AF2EE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11647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64A3F"/>
    <w:multiLevelType w:val="hybridMultilevel"/>
    <w:tmpl w:val="1D54696A"/>
    <w:lvl w:ilvl="0" w:tplc="FC0E43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45D9"/>
    <w:multiLevelType w:val="hybridMultilevel"/>
    <w:tmpl w:val="9870946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772221"/>
    <w:multiLevelType w:val="hybridMultilevel"/>
    <w:tmpl w:val="BF1E9A86"/>
    <w:lvl w:ilvl="0" w:tplc="64CEA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14BAB"/>
    <w:multiLevelType w:val="hybridMultilevel"/>
    <w:tmpl w:val="25AA5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B33E0"/>
    <w:multiLevelType w:val="hybridMultilevel"/>
    <w:tmpl w:val="8E5619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C6A5B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A52DF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409FC"/>
    <w:multiLevelType w:val="hybridMultilevel"/>
    <w:tmpl w:val="E1A64E00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521FC7"/>
    <w:multiLevelType w:val="hybridMultilevel"/>
    <w:tmpl w:val="7568AA26"/>
    <w:lvl w:ilvl="0" w:tplc="FC0E43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4C444C2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4C6CB9"/>
    <w:multiLevelType w:val="hybridMultilevel"/>
    <w:tmpl w:val="A972E9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6792B"/>
    <w:multiLevelType w:val="hybridMultilevel"/>
    <w:tmpl w:val="54E670E2"/>
    <w:lvl w:ilvl="0" w:tplc="5A10AB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E578E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007E45"/>
    <w:multiLevelType w:val="hybridMultilevel"/>
    <w:tmpl w:val="F9583196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4D0AB0"/>
    <w:multiLevelType w:val="hybridMultilevel"/>
    <w:tmpl w:val="587E30A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FA1B96"/>
    <w:multiLevelType w:val="multilevel"/>
    <w:tmpl w:val="790E80F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D4249C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12ADB"/>
    <w:multiLevelType w:val="hybridMultilevel"/>
    <w:tmpl w:val="E16C7C4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0069A6"/>
    <w:multiLevelType w:val="hybridMultilevel"/>
    <w:tmpl w:val="91DC2C3E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421587"/>
    <w:multiLevelType w:val="hybridMultilevel"/>
    <w:tmpl w:val="FD2E9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C0343"/>
    <w:multiLevelType w:val="hybridMultilevel"/>
    <w:tmpl w:val="918E86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CA4910"/>
    <w:multiLevelType w:val="hybridMultilevel"/>
    <w:tmpl w:val="811468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18"/>
  </w:num>
  <w:num w:numId="8">
    <w:abstractNumId w:val="22"/>
  </w:num>
  <w:num w:numId="9">
    <w:abstractNumId w:val="9"/>
  </w:num>
  <w:num w:numId="10">
    <w:abstractNumId w:val="6"/>
  </w:num>
  <w:num w:numId="11">
    <w:abstractNumId w:val="13"/>
  </w:num>
  <w:num w:numId="12">
    <w:abstractNumId w:val="20"/>
  </w:num>
  <w:num w:numId="13">
    <w:abstractNumId w:val="10"/>
  </w:num>
  <w:num w:numId="14">
    <w:abstractNumId w:val="25"/>
  </w:num>
  <w:num w:numId="15">
    <w:abstractNumId w:val="24"/>
  </w:num>
  <w:num w:numId="16">
    <w:abstractNumId w:val="8"/>
  </w:num>
  <w:num w:numId="17">
    <w:abstractNumId w:val="17"/>
  </w:num>
  <w:num w:numId="18">
    <w:abstractNumId w:val="3"/>
  </w:num>
  <w:num w:numId="19">
    <w:abstractNumId w:val="11"/>
  </w:num>
  <w:num w:numId="20">
    <w:abstractNumId w:val="5"/>
  </w:num>
  <w:num w:numId="21">
    <w:abstractNumId w:val="2"/>
  </w:num>
  <w:num w:numId="22">
    <w:abstractNumId w:val="15"/>
  </w:num>
  <w:num w:numId="23">
    <w:abstractNumId w:val="14"/>
  </w:num>
  <w:num w:numId="24">
    <w:abstractNumId w:val="4"/>
  </w:num>
  <w:num w:numId="25">
    <w:abstractNumId w:val="16"/>
  </w:num>
  <w:num w:numId="26">
    <w:abstractNumId w:val="23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1040D"/>
    <w:rsid w:val="00010B28"/>
    <w:rsid w:val="000124B7"/>
    <w:rsid w:val="000146A7"/>
    <w:rsid w:val="00017331"/>
    <w:rsid w:val="000210E9"/>
    <w:rsid w:val="000217B3"/>
    <w:rsid w:val="0002357F"/>
    <w:rsid w:val="00026F8D"/>
    <w:rsid w:val="00030171"/>
    <w:rsid w:val="00030C58"/>
    <w:rsid w:val="000311A7"/>
    <w:rsid w:val="000441A8"/>
    <w:rsid w:val="0005087B"/>
    <w:rsid w:val="000513D2"/>
    <w:rsid w:val="000534D6"/>
    <w:rsid w:val="000567F5"/>
    <w:rsid w:val="00057772"/>
    <w:rsid w:val="00057916"/>
    <w:rsid w:val="00064345"/>
    <w:rsid w:val="0006463F"/>
    <w:rsid w:val="0007288D"/>
    <w:rsid w:val="00077FD9"/>
    <w:rsid w:val="00081EE5"/>
    <w:rsid w:val="000927F9"/>
    <w:rsid w:val="00095B51"/>
    <w:rsid w:val="000960ED"/>
    <w:rsid w:val="00097F92"/>
    <w:rsid w:val="000A0725"/>
    <w:rsid w:val="000A0C38"/>
    <w:rsid w:val="000A12F0"/>
    <w:rsid w:val="000A70D1"/>
    <w:rsid w:val="000B7B1B"/>
    <w:rsid w:val="000C1E54"/>
    <w:rsid w:val="000C5602"/>
    <w:rsid w:val="000E49C5"/>
    <w:rsid w:val="000F07DC"/>
    <w:rsid w:val="000F28C1"/>
    <w:rsid w:val="000F3089"/>
    <w:rsid w:val="000F39CD"/>
    <w:rsid w:val="000F5E86"/>
    <w:rsid w:val="001011E8"/>
    <w:rsid w:val="00101586"/>
    <w:rsid w:val="0010277D"/>
    <w:rsid w:val="001051D1"/>
    <w:rsid w:val="00105764"/>
    <w:rsid w:val="0011059F"/>
    <w:rsid w:val="00113848"/>
    <w:rsid w:val="0011593B"/>
    <w:rsid w:val="00117554"/>
    <w:rsid w:val="00123A63"/>
    <w:rsid w:val="001324CA"/>
    <w:rsid w:val="001328EC"/>
    <w:rsid w:val="00133B43"/>
    <w:rsid w:val="001346F7"/>
    <w:rsid w:val="00143DB0"/>
    <w:rsid w:val="001471B5"/>
    <w:rsid w:val="0015123C"/>
    <w:rsid w:val="00154027"/>
    <w:rsid w:val="0015443C"/>
    <w:rsid w:val="0015448B"/>
    <w:rsid w:val="0015462A"/>
    <w:rsid w:val="00171542"/>
    <w:rsid w:val="00175161"/>
    <w:rsid w:val="00184458"/>
    <w:rsid w:val="0018554B"/>
    <w:rsid w:val="00185EB5"/>
    <w:rsid w:val="00193733"/>
    <w:rsid w:val="001956A8"/>
    <w:rsid w:val="001979A6"/>
    <w:rsid w:val="001A2E6A"/>
    <w:rsid w:val="001A64CB"/>
    <w:rsid w:val="001B58AB"/>
    <w:rsid w:val="001B6F03"/>
    <w:rsid w:val="001B7DEA"/>
    <w:rsid w:val="001C0A2D"/>
    <w:rsid w:val="001C2C0F"/>
    <w:rsid w:val="001C76AB"/>
    <w:rsid w:val="001D0221"/>
    <w:rsid w:val="001E0EC1"/>
    <w:rsid w:val="001E5026"/>
    <w:rsid w:val="001F1710"/>
    <w:rsid w:val="001F3DB4"/>
    <w:rsid w:val="001F44F5"/>
    <w:rsid w:val="001F5E91"/>
    <w:rsid w:val="002020FF"/>
    <w:rsid w:val="00210567"/>
    <w:rsid w:val="00210C72"/>
    <w:rsid w:val="0021316F"/>
    <w:rsid w:val="00217E04"/>
    <w:rsid w:val="002214B2"/>
    <w:rsid w:val="00222EC7"/>
    <w:rsid w:val="00222FC7"/>
    <w:rsid w:val="00224677"/>
    <w:rsid w:val="0022499B"/>
    <w:rsid w:val="0023451B"/>
    <w:rsid w:val="00234876"/>
    <w:rsid w:val="002379B6"/>
    <w:rsid w:val="00241319"/>
    <w:rsid w:val="00247812"/>
    <w:rsid w:val="00247BEA"/>
    <w:rsid w:val="00256534"/>
    <w:rsid w:val="002626A9"/>
    <w:rsid w:val="00262D41"/>
    <w:rsid w:val="0026438E"/>
    <w:rsid w:val="0026538D"/>
    <w:rsid w:val="0028622D"/>
    <w:rsid w:val="0029065A"/>
    <w:rsid w:val="002921BA"/>
    <w:rsid w:val="002A69F6"/>
    <w:rsid w:val="002A7AF3"/>
    <w:rsid w:val="002B3AC5"/>
    <w:rsid w:val="002B507B"/>
    <w:rsid w:val="002B7C67"/>
    <w:rsid w:val="002C1F66"/>
    <w:rsid w:val="002D222B"/>
    <w:rsid w:val="002D5F71"/>
    <w:rsid w:val="002D700A"/>
    <w:rsid w:val="002D71AE"/>
    <w:rsid w:val="002E2BD4"/>
    <w:rsid w:val="002E4D0F"/>
    <w:rsid w:val="002E4F58"/>
    <w:rsid w:val="002E5E24"/>
    <w:rsid w:val="002F1C60"/>
    <w:rsid w:val="002F5401"/>
    <w:rsid w:val="00302874"/>
    <w:rsid w:val="003149FE"/>
    <w:rsid w:val="003151CA"/>
    <w:rsid w:val="003158C5"/>
    <w:rsid w:val="00315D49"/>
    <w:rsid w:val="00320FA8"/>
    <w:rsid w:val="0032217B"/>
    <w:rsid w:val="00324A04"/>
    <w:rsid w:val="00327326"/>
    <w:rsid w:val="00332635"/>
    <w:rsid w:val="00332927"/>
    <w:rsid w:val="00333BF5"/>
    <w:rsid w:val="0034669F"/>
    <w:rsid w:val="003473DC"/>
    <w:rsid w:val="00347A64"/>
    <w:rsid w:val="00354025"/>
    <w:rsid w:val="0035554A"/>
    <w:rsid w:val="003557C9"/>
    <w:rsid w:val="0036126A"/>
    <w:rsid w:val="00362A18"/>
    <w:rsid w:val="00367310"/>
    <w:rsid w:val="003675EF"/>
    <w:rsid w:val="00377BE8"/>
    <w:rsid w:val="0038047C"/>
    <w:rsid w:val="00380B9B"/>
    <w:rsid w:val="00384C36"/>
    <w:rsid w:val="0038520E"/>
    <w:rsid w:val="003863E0"/>
    <w:rsid w:val="00390C48"/>
    <w:rsid w:val="003A0996"/>
    <w:rsid w:val="003A4B43"/>
    <w:rsid w:val="003C646E"/>
    <w:rsid w:val="003D222F"/>
    <w:rsid w:val="003D408D"/>
    <w:rsid w:val="003E0A37"/>
    <w:rsid w:val="003E0AAE"/>
    <w:rsid w:val="003E5406"/>
    <w:rsid w:val="003E6A2F"/>
    <w:rsid w:val="003F037A"/>
    <w:rsid w:val="003F0703"/>
    <w:rsid w:val="003F5C69"/>
    <w:rsid w:val="004005A8"/>
    <w:rsid w:val="00402CE3"/>
    <w:rsid w:val="00405C0C"/>
    <w:rsid w:val="00405F4D"/>
    <w:rsid w:val="004065D2"/>
    <w:rsid w:val="00407044"/>
    <w:rsid w:val="00412A2C"/>
    <w:rsid w:val="00414BF4"/>
    <w:rsid w:val="00424282"/>
    <w:rsid w:val="00424791"/>
    <w:rsid w:val="004267D6"/>
    <w:rsid w:val="00431934"/>
    <w:rsid w:val="00431964"/>
    <w:rsid w:val="00431D8A"/>
    <w:rsid w:val="00433A96"/>
    <w:rsid w:val="004407E9"/>
    <w:rsid w:val="004429C6"/>
    <w:rsid w:val="00452D6F"/>
    <w:rsid w:val="00454886"/>
    <w:rsid w:val="00455CDD"/>
    <w:rsid w:val="00457132"/>
    <w:rsid w:val="00457FB8"/>
    <w:rsid w:val="004631EA"/>
    <w:rsid w:val="004813B4"/>
    <w:rsid w:val="00483E86"/>
    <w:rsid w:val="00485911"/>
    <w:rsid w:val="00487369"/>
    <w:rsid w:val="0049015D"/>
    <w:rsid w:val="004921D9"/>
    <w:rsid w:val="00492833"/>
    <w:rsid w:val="00496479"/>
    <w:rsid w:val="004978D1"/>
    <w:rsid w:val="004A2728"/>
    <w:rsid w:val="004A3B69"/>
    <w:rsid w:val="004B28F2"/>
    <w:rsid w:val="004B2D3E"/>
    <w:rsid w:val="004B2FAA"/>
    <w:rsid w:val="004B47AB"/>
    <w:rsid w:val="004B49A2"/>
    <w:rsid w:val="004B7085"/>
    <w:rsid w:val="004C3BF5"/>
    <w:rsid w:val="004D0FD7"/>
    <w:rsid w:val="004D6F41"/>
    <w:rsid w:val="004E0C62"/>
    <w:rsid w:val="004F44D7"/>
    <w:rsid w:val="004F69C3"/>
    <w:rsid w:val="004F7737"/>
    <w:rsid w:val="004F7A42"/>
    <w:rsid w:val="00503719"/>
    <w:rsid w:val="0051034E"/>
    <w:rsid w:val="00516249"/>
    <w:rsid w:val="005200F5"/>
    <w:rsid w:val="00527126"/>
    <w:rsid w:val="005321A9"/>
    <w:rsid w:val="00533C2A"/>
    <w:rsid w:val="0054047D"/>
    <w:rsid w:val="00541F83"/>
    <w:rsid w:val="005445AE"/>
    <w:rsid w:val="00545D85"/>
    <w:rsid w:val="00545EA2"/>
    <w:rsid w:val="005460EE"/>
    <w:rsid w:val="00546445"/>
    <w:rsid w:val="005478E8"/>
    <w:rsid w:val="00551A92"/>
    <w:rsid w:val="00555E20"/>
    <w:rsid w:val="00561767"/>
    <w:rsid w:val="00561B4C"/>
    <w:rsid w:val="00561BC3"/>
    <w:rsid w:val="005621AD"/>
    <w:rsid w:val="0056648F"/>
    <w:rsid w:val="00566FF5"/>
    <w:rsid w:val="005701AB"/>
    <w:rsid w:val="00577D43"/>
    <w:rsid w:val="0058045F"/>
    <w:rsid w:val="00590B7A"/>
    <w:rsid w:val="00591C57"/>
    <w:rsid w:val="00592B6C"/>
    <w:rsid w:val="00592B81"/>
    <w:rsid w:val="00593268"/>
    <w:rsid w:val="0059550B"/>
    <w:rsid w:val="005962BD"/>
    <w:rsid w:val="00596EEC"/>
    <w:rsid w:val="005A1FC2"/>
    <w:rsid w:val="005A37FB"/>
    <w:rsid w:val="005B049D"/>
    <w:rsid w:val="005B18B9"/>
    <w:rsid w:val="005B18C0"/>
    <w:rsid w:val="005B2660"/>
    <w:rsid w:val="005C1002"/>
    <w:rsid w:val="005C1050"/>
    <w:rsid w:val="005C1128"/>
    <w:rsid w:val="005C1D65"/>
    <w:rsid w:val="005C1F41"/>
    <w:rsid w:val="005D1B8A"/>
    <w:rsid w:val="005D4571"/>
    <w:rsid w:val="005E0EAD"/>
    <w:rsid w:val="005E3E45"/>
    <w:rsid w:val="005E7CC1"/>
    <w:rsid w:val="005F1F30"/>
    <w:rsid w:val="005F4EF1"/>
    <w:rsid w:val="005F55F9"/>
    <w:rsid w:val="005F5846"/>
    <w:rsid w:val="00600EE2"/>
    <w:rsid w:val="00601D73"/>
    <w:rsid w:val="00610D10"/>
    <w:rsid w:val="006155C2"/>
    <w:rsid w:val="00623E8B"/>
    <w:rsid w:val="00623FA6"/>
    <w:rsid w:val="006261F1"/>
    <w:rsid w:val="00630974"/>
    <w:rsid w:val="00630D0B"/>
    <w:rsid w:val="00632175"/>
    <w:rsid w:val="00632FAA"/>
    <w:rsid w:val="00635A78"/>
    <w:rsid w:val="006371E4"/>
    <w:rsid w:val="00650777"/>
    <w:rsid w:val="006553C7"/>
    <w:rsid w:val="006566D2"/>
    <w:rsid w:val="006630E0"/>
    <w:rsid w:val="006642BB"/>
    <w:rsid w:val="00666124"/>
    <w:rsid w:val="006661E6"/>
    <w:rsid w:val="00666616"/>
    <w:rsid w:val="00671380"/>
    <w:rsid w:val="00672BFC"/>
    <w:rsid w:val="00680C7D"/>
    <w:rsid w:val="00681F67"/>
    <w:rsid w:val="00684778"/>
    <w:rsid w:val="00691C74"/>
    <w:rsid w:val="00693242"/>
    <w:rsid w:val="00696247"/>
    <w:rsid w:val="006B0009"/>
    <w:rsid w:val="006B36E7"/>
    <w:rsid w:val="006B3B6B"/>
    <w:rsid w:val="006B78BC"/>
    <w:rsid w:val="006C1032"/>
    <w:rsid w:val="006C154F"/>
    <w:rsid w:val="006C3839"/>
    <w:rsid w:val="006C6E94"/>
    <w:rsid w:val="006E0EFB"/>
    <w:rsid w:val="006E4C13"/>
    <w:rsid w:val="006E64AC"/>
    <w:rsid w:val="006E6B25"/>
    <w:rsid w:val="006F15DB"/>
    <w:rsid w:val="006F35C2"/>
    <w:rsid w:val="006F551E"/>
    <w:rsid w:val="006F7BEB"/>
    <w:rsid w:val="006F7F8C"/>
    <w:rsid w:val="00702791"/>
    <w:rsid w:val="00712FBC"/>
    <w:rsid w:val="007209D4"/>
    <w:rsid w:val="00721F35"/>
    <w:rsid w:val="00725110"/>
    <w:rsid w:val="00725C78"/>
    <w:rsid w:val="00730ADE"/>
    <w:rsid w:val="00733497"/>
    <w:rsid w:val="00734B86"/>
    <w:rsid w:val="007365CE"/>
    <w:rsid w:val="00747EDB"/>
    <w:rsid w:val="00750CB4"/>
    <w:rsid w:val="00752DE8"/>
    <w:rsid w:val="00755383"/>
    <w:rsid w:val="00756DAC"/>
    <w:rsid w:val="0076149F"/>
    <w:rsid w:val="007616D3"/>
    <w:rsid w:val="00761AF0"/>
    <w:rsid w:val="00770566"/>
    <w:rsid w:val="00771D32"/>
    <w:rsid w:val="00772DB3"/>
    <w:rsid w:val="00773032"/>
    <w:rsid w:val="0078033E"/>
    <w:rsid w:val="00781124"/>
    <w:rsid w:val="00784218"/>
    <w:rsid w:val="00785316"/>
    <w:rsid w:val="0079659F"/>
    <w:rsid w:val="007A11E3"/>
    <w:rsid w:val="007A4484"/>
    <w:rsid w:val="007B4135"/>
    <w:rsid w:val="007C3EF5"/>
    <w:rsid w:val="007C7359"/>
    <w:rsid w:val="007D095D"/>
    <w:rsid w:val="007D486E"/>
    <w:rsid w:val="007D6199"/>
    <w:rsid w:val="007E6A10"/>
    <w:rsid w:val="007E6E02"/>
    <w:rsid w:val="007F035A"/>
    <w:rsid w:val="007F4965"/>
    <w:rsid w:val="00801F1F"/>
    <w:rsid w:val="008048B4"/>
    <w:rsid w:val="008063B7"/>
    <w:rsid w:val="008135F0"/>
    <w:rsid w:val="00820591"/>
    <w:rsid w:val="0082113A"/>
    <w:rsid w:val="008305EE"/>
    <w:rsid w:val="00830B4A"/>
    <w:rsid w:val="00837F11"/>
    <w:rsid w:val="00840918"/>
    <w:rsid w:val="00841C2C"/>
    <w:rsid w:val="00842754"/>
    <w:rsid w:val="00845857"/>
    <w:rsid w:val="00851BAF"/>
    <w:rsid w:val="00853C56"/>
    <w:rsid w:val="00862BD9"/>
    <w:rsid w:val="00862CEC"/>
    <w:rsid w:val="0086717F"/>
    <w:rsid w:val="008679D2"/>
    <w:rsid w:val="00867C72"/>
    <w:rsid w:val="00871D21"/>
    <w:rsid w:val="00872021"/>
    <w:rsid w:val="00881AE1"/>
    <w:rsid w:val="00884126"/>
    <w:rsid w:val="00885F8C"/>
    <w:rsid w:val="008869E4"/>
    <w:rsid w:val="008902BB"/>
    <w:rsid w:val="00890AA5"/>
    <w:rsid w:val="00894E7D"/>
    <w:rsid w:val="008A701D"/>
    <w:rsid w:val="008B43FF"/>
    <w:rsid w:val="008B461C"/>
    <w:rsid w:val="008B743A"/>
    <w:rsid w:val="008C2B47"/>
    <w:rsid w:val="008C67DF"/>
    <w:rsid w:val="008D11DD"/>
    <w:rsid w:val="008D17FC"/>
    <w:rsid w:val="008D1BB1"/>
    <w:rsid w:val="008D496C"/>
    <w:rsid w:val="008D5781"/>
    <w:rsid w:val="008E0FCE"/>
    <w:rsid w:val="008E2656"/>
    <w:rsid w:val="008E28D7"/>
    <w:rsid w:val="008E4D89"/>
    <w:rsid w:val="008F0E64"/>
    <w:rsid w:val="008F271D"/>
    <w:rsid w:val="008F5B20"/>
    <w:rsid w:val="008F6E49"/>
    <w:rsid w:val="009039A0"/>
    <w:rsid w:val="0090518F"/>
    <w:rsid w:val="009053F1"/>
    <w:rsid w:val="0091492B"/>
    <w:rsid w:val="0091597C"/>
    <w:rsid w:val="0091615A"/>
    <w:rsid w:val="0091615E"/>
    <w:rsid w:val="00917324"/>
    <w:rsid w:val="009243F3"/>
    <w:rsid w:val="00930AA9"/>
    <w:rsid w:val="009343D0"/>
    <w:rsid w:val="00935904"/>
    <w:rsid w:val="00935947"/>
    <w:rsid w:val="00937B48"/>
    <w:rsid w:val="00941B3A"/>
    <w:rsid w:val="00945E06"/>
    <w:rsid w:val="00950FAB"/>
    <w:rsid w:val="009533F1"/>
    <w:rsid w:val="00954B4A"/>
    <w:rsid w:val="00955520"/>
    <w:rsid w:val="00960CEC"/>
    <w:rsid w:val="00961FB3"/>
    <w:rsid w:val="00962CE6"/>
    <w:rsid w:val="00964E4A"/>
    <w:rsid w:val="00966995"/>
    <w:rsid w:val="009738CE"/>
    <w:rsid w:val="009738DA"/>
    <w:rsid w:val="00973CA8"/>
    <w:rsid w:val="00974391"/>
    <w:rsid w:val="00975144"/>
    <w:rsid w:val="00977516"/>
    <w:rsid w:val="00981D83"/>
    <w:rsid w:val="00984556"/>
    <w:rsid w:val="00985403"/>
    <w:rsid w:val="00985A9C"/>
    <w:rsid w:val="009873A5"/>
    <w:rsid w:val="009875BD"/>
    <w:rsid w:val="00995E5A"/>
    <w:rsid w:val="009B2A0E"/>
    <w:rsid w:val="009B62E5"/>
    <w:rsid w:val="009C624A"/>
    <w:rsid w:val="009D4E9E"/>
    <w:rsid w:val="009D7283"/>
    <w:rsid w:val="009E0B1D"/>
    <w:rsid w:val="009E2023"/>
    <w:rsid w:val="009E2030"/>
    <w:rsid w:val="009E724C"/>
    <w:rsid w:val="009E7B88"/>
    <w:rsid w:val="00A0011C"/>
    <w:rsid w:val="00A04FDE"/>
    <w:rsid w:val="00A07B8E"/>
    <w:rsid w:val="00A13C07"/>
    <w:rsid w:val="00A17019"/>
    <w:rsid w:val="00A17895"/>
    <w:rsid w:val="00A204DE"/>
    <w:rsid w:val="00A20CF9"/>
    <w:rsid w:val="00A24CF0"/>
    <w:rsid w:val="00A27610"/>
    <w:rsid w:val="00A30819"/>
    <w:rsid w:val="00A30D38"/>
    <w:rsid w:val="00A36B43"/>
    <w:rsid w:val="00A426AA"/>
    <w:rsid w:val="00A4274D"/>
    <w:rsid w:val="00A45D9B"/>
    <w:rsid w:val="00A54314"/>
    <w:rsid w:val="00A62A6C"/>
    <w:rsid w:val="00A63D15"/>
    <w:rsid w:val="00A65B08"/>
    <w:rsid w:val="00A71118"/>
    <w:rsid w:val="00A71364"/>
    <w:rsid w:val="00A81E2D"/>
    <w:rsid w:val="00A81FF1"/>
    <w:rsid w:val="00A82F92"/>
    <w:rsid w:val="00A831AE"/>
    <w:rsid w:val="00A84C43"/>
    <w:rsid w:val="00A85FB2"/>
    <w:rsid w:val="00A86A5A"/>
    <w:rsid w:val="00A95697"/>
    <w:rsid w:val="00AA1D4D"/>
    <w:rsid w:val="00AA1DE0"/>
    <w:rsid w:val="00AA4617"/>
    <w:rsid w:val="00AA4EBC"/>
    <w:rsid w:val="00AB1E4E"/>
    <w:rsid w:val="00AB6F45"/>
    <w:rsid w:val="00AB789F"/>
    <w:rsid w:val="00AC3A99"/>
    <w:rsid w:val="00AC52F1"/>
    <w:rsid w:val="00AC6834"/>
    <w:rsid w:val="00AC6E62"/>
    <w:rsid w:val="00AC755F"/>
    <w:rsid w:val="00AD0D5C"/>
    <w:rsid w:val="00AD2766"/>
    <w:rsid w:val="00AD5BCC"/>
    <w:rsid w:val="00AE3942"/>
    <w:rsid w:val="00AE577C"/>
    <w:rsid w:val="00AF0662"/>
    <w:rsid w:val="00AF435F"/>
    <w:rsid w:val="00AF4A2F"/>
    <w:rsid w:val="00B041FE"/>
    <w:rsid w:val="00B1129B"/>
    <w:rsid w:val="00B12889"/>
    <w:rsid w:val="00B12C1B"/>
    <w:rsid w:val="00B13BC5"/>
    <w:rsid w:val="00B141AC"/>
    <w:rsid w:val="00B14AD9"/>
    <w:rsid w:val="00B15249"/>
    <w:rsid w:val="00B26B13"/>
    <w:rsid w:val="00B33D14"/>
    <w:rsid w:val="00B36CF3"/>
    <w:rsid w:val="00B42FF6"/>
    <w:rsid w:val="00B50B94"/>
    <w:rsid w:val="00B51BFF"/>
    <w:rsid w:val="00B52815"/>
    <w:rsid w:val="00B53928"/>
    <w:rsid w:val="00B551BC"/>
    <w:rsid w:val="00B57590"/>
    <w:rsid w:val="00B5771E"/>
    <w:rsid w:val="00B62732"/>
    <w:rsid w:val="00B62D0A"/>
    <w:rsid w:val="00B62DE5"/>
    <w:rsid w:val="00B63BAF"/>
    <w:rsid w:val="00B7184D"/>
    <w:rsid w:val="00B73557"/>
    <w:rsid w:val="00B7496E"/>
    <w:rsid w:val="00B845B9"/>
    <w:rsid w:val="00B85B14"/>
    <w:rsid w:val="00B86071"/>
    <w:rsid w:val="00B86F07"/>
    <w:rsid w:val="00B931C0"/>
    <w:rsid w:val="00B95E88"/>
    <w:rsid w:val="00BB4396"/>
    <w:rsid w:val="00BB64B2"/>
    <w:rsid w:val="00BC5143"/>
    <w:rsid w:val="00BD5172"/>
    <w:rsid w:val="00BD76FE"/>
    <w:rsid w:val="00BE0439"/>
    <w:rsid w:val="00BE186D"/>
    <w:rsid w:val="00BE4DE0"/>
    <w:rsid w:val="00BE673E"/>
    <w:rsid w:val="00BF2F82"/>
    <w:rsid w:val="00BF68B4"/>
    <w:rsid w:val="00BF7798"/>
    <w:rsid w:val="00BF7AD6"/>
    <w:rsid w:val="00C10F8B"/>
    <w:rsid w:val="00C134D5"/>
    <w:rsid w:val="00C15ABB"/>
    <w:rsid w:val="00C20981"/>
    <w:rsid w:val="00C23A2A"/>
    <w:rsid w:val="00C27171"/>
    <w:rsid w:val="00C445E2"/>
    <w:rsid w:val="00C4494E"/>
    <w:rsid w:val="00C45A7C"/>
    <w:rsid w:val="00C46D38"/>
    <w:rsid w:val="00C533B4"/>
    <w:rsid w:val="00C57457"/>
    <w:rsid w:val="00C57835"/>
    <w:rsid w:val="00C61389"/>
    <w:rsid w:val="00C6379E"/>
    <w:rsid w:val="00C6387B"/>
    <w:rsid w:val="00C65FCA"/>
    <w:rsid w:val="00C66705"/>
    <w:rsid w:val="00C67A7A"/>
    <w:rsid w:val="00C71710"/>
    <w:rsid w:val="00C8009D"/>
    <w:rsid w:val="00C82CAE"/>
    <w:rsid w:val="00C83846"/>
    <w:rsid w:val="00C839B4"/>
    <w:rsid w:val="00C83A8E"/>
    <w:rsid w:val="00C84728"/>
    <w:rsid w:val="00C859DD"/>
    <w:rsid w:val="00C91338"/>
    <w:rsid w:val="00C92185"/>
    <w:rsid w:val="00C93A5B"/>
    <w:rsid w:val="00CA42AD"/>
    <w:rsid w:val="00CA6371"/>
    <w:rsid w:val="00CB1783"/>
    <w:rsid w:val="00CB388D"/>
    <w:rsid w:val="00CB5E44"/>
    <w:rsid w:val="00CC1D51"/>
    <w:rsid w:val="00CE2592"/>
    <w:rsid w:val="00CE4547"/>
    <w:rsid w:val="00CF4247"/>
    <w:rsid w:val="00CF68DD"/>
    <w:rsid w:val="00D00DC8"/>
    <w:rsid w:val="00D054DE"/>
    <w:rsid w:val="00D07ED7"/>
    <w:rsid w:val="00D1654F"/>
    <w:rsid w:val="00D220D1"/>
    <w:rsid w:val="00D3020E"/>
    <w:rsid w:val="00D3098F"/>
    <w:rsid w:val="00D31113"/>
    <w:rsid w:val="00D363B5"/>
    <w:rsid w:val="00D37242"/>
    <w:rsid w:val="00D44BA4"/>
    <w:rsid w:val="00D4661A"/>
    <w:rsid w:val="00D46B0D"/>
    <w:rsid w:val="00D521C5"/>
    <w:rsid w:val="00D62597"/>
    <w:rsid w:val="00D64985"/>
    <w:rsid w:val="00D65DFC"/>
    <w:rsid w:val="00D67FEF"/>
    <w:rsid w:val="00D7191F"/>
    <w:rsid w:val="00D73495"/>
    <w:rsid w:val="00D76F28"/>
    <w:rsid w:val="00D8540E"/>
    <w:rsid w:val="00D85687"/>
    <w:rsid w:val="00D86FC0"/>
    <w:rsid w:val="00D92B67"/>
    <w:rsid w:val="00D9318B"/>
    <w:rsid w:val="00D96A1E"/>
    <w:rsid w:val="00DA2E64"/>
    <w:rsid w:val="00DA2F14"/>
    <w:rsid w:val="00DA3664"/>
    <w:rsid w:val="00DA4D23"/>
    <w:rsid w:val="00DA5B77"/>
    <w:rsid w:val="00DB50B6"/>
    <w:rsid w:val="00DB5549"/>
    <w:rsid w:val="00DB68D4"/>
    <w:rsid w:val="00DD278C"/>
    <w:rsid w:val="00DE33FC"/>
    <w:rsid w:val="00DE5323"/>
    <w:rsid w:val="00DE5788"/>
    <w:rsid w:val="00DF3115"/>
    <w:rsid w:val="00DF7FBA"/>
    <w:rsid w:val="00E1229B"/>
    <w:rsid w:val="00E147C7"/>
    <w:rsid w:val="00E2189F"/>
    <w:rsid w:val="00E247CA"/>
    <w:rsid w:val="00E24B47"/>
    <w:rsid w:val="00E251D4"/>
    <w:rsid w:val="00E267EE"/>
    <w:rsid w:val="00E36953"/>
    <w:rsid w:val="00E45F4C"/>
    <w:rsid w:val="00E46B76"/>
    <w:rsid w:val="00E47D21"/>
    <w:rsid w:val="00E567A1"/>
    <w:rsid w:val="00E622F7"/>
    <w:rsid w:val="00E62D25"/>
    <w:rsid w:val="00E62E00"/>
    <w:rsid w:val="00E6579F"/>
    <w:rsid w:val="00E65B2A"/>
    <w:rsid w:val="00E67777"/>
    <w:rsid w:val="00E7269A"/>
    <w:rsid w:val="00E73835"/>
    <w:rsid w:val="00E74E3C"/>
    <w:rsid w:val="00E83C5A"/>
    <w:rsid w:val="00E855CC"/>
    <w:rsid w:val="00E86762"/>
    <w:rsid w:val="00E91635"/>
    <w:rsid w:val="00E91A3B"/>
    <w:rsid w:val="00E97636"/>
    <w:rsid w:val="00EA118A"/>
    <w:rsid w:val="00EA2303"/>
    <w:rsid w:val="00EA3204"/>
    <w:rsid w:val="00EA4CC5"/>
    <w:rsid w:val="00EA5D98"/>
    <w:rsid w:val="00EA6666"/>
    <w:rsid w:val="00EA704E"/>
    <w:rsid w:val="00EA7A2C"/>
    <w:rsid w:val="00EB3733"/>
    <w:rsid w:val="00EB3955"/>
    <w:rsid w:val="00EB4A18"/>
    <w:rsid w:val="00EC0F00"/>
    <w:rsid w:val="00EC3C46"/>
    <w:rsid w:val="00EC5C3E"/>
    <w:rsid w:val="00EC660B"/>
    <w:rsid w:val="00EF1741"/>
    <w:rsid w:val="00F0132A"/>
    <w:rsid w:val="00F0732B"/>
    <w:rsid w:val="00F1020D"/>
    <w:rsid w:val="00F16738"/>
    <w:rsid w:val="00F20D3B"/>
    <w:rsid w:val="00F322BC"/>
    <w:rsid w:val="00F34227"/>
    <w:rsid w:val="00F46860"/>
    <w:rsid w:val="00F47C5F"/>
    <w:rsid w:val="00F50864"/>
    <w:rsid w:val="00F5129A"/>
    <w:rsid w:val="00F51D4D"/>
    <w:rsid w:val="00F523BA"/>
    <w:rsid w:val="00F637E9"/>
    <w:rsid w:val="00F63E02"/>
    <w:rsid w:val="00F657B9"/>
    <w:rsid w:val="00F7388D"/>
    <w:rsid w:val="00F7587C"/>
    <w:rsid w:val="00F76356"/>
    <w:rsid w:val="00F834D5"/>
    <w:rsid w:val="00F86FF1"/>
    <w:rsid w:val="00F87555"/>
    <w:rsid w:val="00F87D9A"/>
    <w:rsid w:val="00F934F7"/>
    <w:rsid w:val="00F93970"/>
    <w:rsid w:val="00F94797"/>
    <w:rsid w:val="00FC028D"/>
    <w:rsid w:val="00FC1ED6"/>
    <w:rsid w:val="00FC36C5"/>
    <w:rsid w:val="00FD46CE"/>
    <w:rsid w:val="00FE04DD"/>
    <w:rsid w:val="00F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F134C"/>
  <w15:docId w15:val="{B1DB8509-64EA-437E-8E79-9FA39F98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005A8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717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2712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271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semiHidden/>
    <w:rsid w:val="00BE673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6C6E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642BB"/>
    <w:pPr>
      <w:ind w:left="708"/>
    </w:pPr>
  </w:style>
  <w:style w:type="character" w:customStyle="1" w:styleId="Cmsor1Char">
    <w:name w:val="Címsor 1 Char"/>
    <w:basedOn w:val="Bekezdsalapbettpusa"/>
    <w:link w:val="Cmsor1"/>
    <w:rsid w:val="00C717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BEA0-4A06-4023-ABDC-C2FCBC606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183</TotalTime>
  <Pages>3</Pages>
  <Words>602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Bazsóka</dc:creator>
  <cp:lastModifiedBy>Makai Andrea</cp:lastModifiedBy>
  <cp:revision>8</cp:revision>
  <cp:lastPrinted>2025-01-31T08:55:00Z</cp:lastPrinted>
  <dcterms:created xsi:type="dcterms:W3CDTF">2025-01-31T08:56:00Z</dcterms:created>
  <dcterms:modified xsi:type="dcterms:W3CDTF">2026-01-12T08:38:00Z</dcterms:modified>
</cp:coreProperties>
</file>